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rsidR="00FF5829" w:rsidRDefault="00D86DE5" w:rsidP="00366037">
      <w:pPr>
        <w:rPr>
          <w:noProof/>
        </w:rPr>
      </w:pPr>
      <w:r>
        <w:rPr>
          <w:noProof/>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6057900</wp:posOffset>
                </wp:positionV>
                <wp:extent cx="6172200" cy="1371600"/>
                <wp:effectExtent l="0" t="0" r="0" b="0"/>
                <wp:wrapTight wrapText="bothSides">
                  <wp:wrapPolygon edited="0">
                    <wp:start x="0" y="0"/>
                    <wp:lineTo x="21600" y="0"/>
                    <wp:lineTo x="21600" y="21600"/>
                    <wp:lineTo x="0" y="21600"/>
                    <wp:lineTo x="0" y="0"/>
                  </wp:wrapPolygon>
                </wp:wrapTight>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rsidR="00386BD0" w:rsidRDefault="00386BD0">
                            <w:r w:rsidRPr="00FF5829">
                              <w:rPr>
                                <w:sz w:val="20"/>
                                <w:szCs w:val="20"/>
                                <w:u w:val="single"/>
                              </w:rPr>
                              <w:t>Contract for services:</w:t>
                            </w:r>
                            <w:r>
                              <w:t xml:space="preserve"> Please read the enclosed Contract for Services Complete and sign both copies and return one copy with your registration form.</w:t>
                            </w:r>
                          </w:p>
                          <w:p w:rsidR="00386BD0" w:rsidRDefault="00386BD0">
                            <w:r w:rsidRPr="00FF5829">
                              <w:rPr>
                                <w:sz w:val="20"/>
                                <w:szCs w:val="20"/>
                                <w:u w:val="single"/>
                              </w:rPr>
                              <w:t>Elig</w:t>
                            </w:r>
                            <w:r>
                              <w:rPr>
                                <w:sz w:val="20"/>
                                <w:szCs w:val="20"/>
                                <w:u w:val="single"/>
                              </w:rPr>
                              <w:t>ibility</w:t>
                            </w:r>
                            <w:r w:rsidRPr="00FF5829">
                              <w:rPr>
                                <w:sz w:val="20"/>
                                <w:szCs w:val="20"/>
                                <w:u w:val="single"/>
                              </w:rPr>
                              <w:t xml:space="preserve"> to work in the UK (ETW):</w:t>
                            </w:r>
                            <w:r>
                              <w:rPr>
                                <w:sz w:val="20"/>
                                <w:szCs w:val="20"/>
                                <w:u w:val="single"/>
                              </w:rPr>
                              <w:t xml:space="preserve"> </w:t>
                            </w:r>
                            <w:r>
                              <w:t>We require documents to confirm that you are eligible to work in the UK. Include one of the following with your registration:</w:t>
                            </w:r>
                          </w:p>
                          <w:p w:rsidR="00386BD0" w:rsidRDefault="00386BD0">
                            <w:r>
                              <w:t>. Your original Passport or a copy countersigned by a professional or manager.</w:t>
                            </w:r>
                          </w:p>
                          <w:p w:rsidR="00386BD0" w:rsidRDefault="00386BD0">
                            <w:r>
                              <w:t>. A full birth certificate and a recent HMRC document.</w:t>
                            </w:r>
                          </w:p>
                          <w:p w:rsidR="00386BD0" w:rsidRDefault="00386BD0">
                            <w:r>
                              <w:t>For non-EU nationals please visit to our website and refer to ETW guide.</w:t>
                            </w:r>
                          </w:p>
                          <w:p w:rsidR="00386BD0" w:rsidRDefault="00386BD0">
                            <w:r>
                              <w:t>Data Protection: All Data we hold about you and how we process and use it complies with the Data protection act.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18pt;margin-top:477pt;width:486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" filled="f" stroked="f">
                <v:textbox inset=",7.2pt,,7.2pt">
                  <w:txbxContent>
                    <w:p w:rsidR="00386BD0" w:rsidRDefault="00386BD0">
                      <w:r w:rsidRPr="00FF5829">
                        <w:rPr>
                          <w:sz w:val="20"/>
                          <w:szCs w:val="20"/>
                          <w:u w:val="single"/>
                        </w:rPr>
                        <w:t>Contract for services:</w:t>
                      </w:r>
                      <w:r>
                        <w:t xml:space="preserve"> Please read the enclosed Contract for Services Complete and sign both copies and return one copy with your registration form.</w:t>
                      </w:r>
                    </w:p>
                    <w:p w:rsidR="00386BD0" w:rsidRDefault="00386BD0">
                      <w:r w:rsidRPr="00FF5829">
                        <w:rPr>
                          <w:sz w:val="20"/>
                          <w:szCs w:val="20"/>
                          <w:u w:val="single"/>
                        </w:rPr>
                        <w:t>Elig</w:t>
                      </w:r>
                      <w:r>
                        <w:rPr>
                          <w:sz w:val="20"/>
                          <w:szCs w:val="20"/>
                          <w:u w:val="single"/>
                        </w:rPr>
                        <w:t>ibility</w:t>
                      </w:r>
                      <w:r w:rsidRPr="00FF5829">
                        <w:rPr>
                          <w:sz w:val="20"/>
                          <w:szCs w:val="20"/>
                          <w:u w:val="single"/>
                        </w:rPr>
                        <w:t xml:space="preserve"> to work in the UK (ETW):</w:t>
                      </w:r>
                      <w:r>
                        <w:rPr>
                          <w:sz w:val="20"/>
                          <w:szCs w:val="20"/>
                          <w:u w:val="single"/>
                        </w:rPr>
                        <w:t xml:space="preserve"> </w:t>
                      </w:r>
                      <w:r>
                        <w:t>We require documents to confirm that you are eligible to work in the UK. Include one of the following with your registration:</w:t>
                      </w:r>
                    </w:p>
                    <w:p w:rsidR="00386BD0" w:rsidRDefault="00386BD0">
                      <w:r>
                        <w:t>. Your original Passport or a copy countersigned by a professional or manager.</w:t>
                      </w:r>
                    </w:p>
                    <w:p w:rsidR="00386BD0" w:rsidRDefault="00386BD0">
                      <w:r>
                        <w:t>. A full birth certificate and a recent HMRC document.</w:t>
                      </w:r>
                    </w:p>
                    <w:p w:rsidR="00386BD0" w:rsidRDefault="00386BD0">
                      <w:r>
                        <w:t>For non-EU nationals please visit to our website and refer to ETW guide.</w:t>
                      </w:r>
                    </w:p>
                    <w:p w:rsidR="00386BD0" w:rsidRDefault="00386BD0">
                      <w:r>
                        <w:t>Data Protection: All Data we hold about you and how we process and use it complies with the Data protection act.</w:t>
                      </w:r>
                    </w:p>
                  </w:txbxContent>
                </v:textbox>
                <w10:wrap type="tight"/>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167640</wp:posOffset>
                </wp:positionV>
                <wp:extent cx="6743700" cy="6004560"/>
                <wp:effectExtent l="0" t="2540" r="0" b="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6004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BD0" w:rsidRDefault="00386BD0" w:rsidP="00386BD0">
                            <w:pPr>
                              <w:pStyle w:val="Title"/>
                              <w:ind w:left="2880" w:firstLine="720"/>
                              <w:jc w:val="left"/>
                            </w:pPr>
                            <w:r w:rsidRPr="000C0676">
                              <w:t>Application</w:t>
                            </w:r>
                            <w:r>
                              <w:t xml:space="preserve"> Form</w:t>
                            </w:r>
                          </w:p>
                          <w:tbl>
                            <w:tblPr>
                              <w:tblStyle w:val="TableGrid"/>
                              <w:tblOverlap w:val="never"/>
                              <w:tblW w:w="4962" w:type="pct"/>
                              <w:tblCellMar>
                                <w:left w:w="115" w:type="dxa"/>
                                <w:right w:w="115" w:type="dxa"/>
                              </w:tblCellMar>
                              <w:tblLook w:val="01E0" w:firstRow="1" w:lastRow="1" w:firstColumn="1" w:lastColumn="1" w:noHBand="0" w:noVBand="0"/>
                            </w:tblPr>
                            <w:tblGrid>
                              <w:gridCol w:w="2099"/>
                              <w:gridCol w:w="525"/>
                              <w:gridCol w:w="893"/>
                              <w:gridCol w:w="283"/>
                              <w:gridCol w:w="398"/>
                              <w:gridCol w:w="1051"/>
                              <w:gridCol w:w="978"/>
                              <w:gridCol w:w="72"/>
                              <w:gridCol w:w="850"/>
                              <w:gridCol w:w="163"/>
                              <w:gridCol w:w="561"/>
                              <w:gridCol w:w="122"/>
                              <w:gridCol w:w="402"/>
                              <w:gridCol w:w="2100"/>
                            </w:tblGrid>
                            <w:tr w:rsidR="00386BD0" w:rsidTr="00624CEE">
                              <w:trPr>
                                <w:cantSplit/>
                                <w:trHeight w:hRule="exact" w:val="317"/>
                              </w:trPr>
                              <w:tc>
                                <w:tcPr>
                                  <w:tcW w:w="10232" w:type="dxa"/>
                                  <w:gridSpan w:val="14"/>
                                  <w:shd w:val="clear" w:color="auto" w:fill="404040" w:themeFill="text1" w:themeFillTint="BF"/>
                                  <w:vAlign w:val="center"/>
                                </w:tcPr>
                                <w:p w:rsidR="00386BD0" w:rsidRPr="000E13C6" w:rsidRDefault="00386BD0" w:rsidP="00624CEE">
                                  <w:pPr>
                                    <w:pStyle w:val="Heading1"/>
                                    <w:suppressOverlap/>
                                  </w:pPr>
                                  <w:r w:rsidRPr="000E13C6">
                                    <w:t>Applicant Information</w:t>
                                  </w:r>
                                </w:p>
                              </w:tc>
                            </w:tr>
                            <w:tr w:rsidR="00386BD0" w:rsidTr="00624CEE">
                              <w:trPr>
                                <w:cantSplit/>
                                <w:trHeight w:hRule="exact" w:val="288"/>
                              </w:trPr>
                              <w:tc>
                                <w:tcPr>
                                  <w:tcW w:w="10232" w:type="dxa"/>
                                  <w:gridSpan w:val="14"/>
                                  <w:vAlign w:val="center"/>
                                </w:tcPr>
                                <w:p w:rsidR="00386BD0" w:rsidRPr="00D02133" w:rsidRDefault="00386BD0" w:rsidP="00624CEE">
                                  <w:pPr>
                                    <w:suppressOverlap/>
                                  </w:pPr>
                                  <w:r w:rsidRPr="00D02133">
                                    <w:t>Name:</w:t>
                                  </w:r>
                                  <w:r>
                                    <w:t xml:space="preserve"> </w:t>
                                  </w:r>
                                </w:p>
                              </w:tc>
                            </w:tr>
                            <w:tr w:rsidR="00386BD0" w:rsidTr="00624CEE">
                              <w:trPr>
                                <w:cantSplit/>
                                <w:trHeight w:hRule="exact" w:val="288"/>
                              </w:trPr>
                              <w:tc>
                                <w:tcPr>
                                  <w:tcW w:w="3704" w:type="dxa"/>
                                  <w:gridSpan w:val="4"/>
                                  <w:vAlign w:val="center"/>
                                </w:tcPr>
                                <w:p w:rsidR="00386BD0" w:rsidRPr="00D02133" w:rsidRDefault="00386BD0" w:rsidP="00624CEE">
                                  <w:pPr>
                                    <w:suppressOverlap/>
                                  </w:pPr>
                                  <w:r w:rsidRPr="00D02133">
                                    <w:t xml:space="preserve">Date </w:t>
                                  </w:r>
                                  <w:r>
                                    <w:t>of b</w:t>
                                  </w:r>
                                  <w:r w:rsidRPr="00D02133">
                                    <w:t>irth</w:t>
                                  </w:r>
                                  <w:r>
                                    <w:t>:</w:t>
                                  </w:r>
                                </w:p>
                              </w:tc>
                              <w:tc>
                                <w:tcPr>
                                  <w:tcW w:w="3423" w:type="dxa"/>
                                  <w:gridSpan w:val="6"/>
                                  <w:vAlign w:val="center"/>
                                </w:tcPr>
                                <w:p w:rsidR="00386BD0" w:rsidRPr="00D02133" w:rsidRDefault="00386BD0" w:rsidP="00624CEE">
                                  <w:pPr>
                                    <w:suppressOverlap/>
                                  </w:pPr>
                                  <w:r>
                                    <w:t>Male / Female</w:t>
                                  </w:r>
                                </w:p>
                              </w:tc>
                              <w:tc>
                                <w:tcPr>
                                  <w:tcW w:w="3105" w:type="dxa"/>
                                  <w:gridSpan w:val="4"/>
                                  <w:vAlign w:val="center"/>
                                </w:tcPr>
                                <w:p w:rsidR="00386BD0" w:rsidRPr="00D02133" w:rsidRDefault="00386BD0" w:rsidP="00624CEE">
                                  <w:pPr>
                                    <w:suppressOverlap/>
                                  </w:pPr>
                                  <w:r>
                                    <w:t>Job Title:</w:t>
                                  </w:r>
                                </w:p>
                              </w:tc>
                            </w:tr>
                            <w:tr w:rsidR="00386BD0" w:rsidTr="00624CEE">
                              <w:trPr>
                                <w:cantSplit/>
                                <w:trHeight w:hRule="exact" w:val="288"/>
                              </w:trPr>
                              <w:tc>
                                <w:tcPr>
                                  <w:tcW w:w="10232" w:type="dxa"/>
                                  <w:gridSpan w:val="14"/>
                                  <w:vAlign w:val="center"/>
                                </w:tcPr>
                                <w:p w:rsidR="00386BD0" w:rsidRPr="00D02133" w:rsidRDefault="00386BD0" w:rsidP="00624CEE">
                                  <w:pPr>
                                    <w:suppressOverlap/>
                                  </w:pPr>
                                  <w:r w:rsidRPr="00D02133">
                                    <w:t xml:space="preserve">Current </w:t>
                                  </w:r>
                                  <w:r>
                                    <w:t>a</w:t>
                                  </w:r>
                                  <w:r w:rsidRPr="00D02133">
                                    <w:t>ddress</w:t>
                                  </w:r>
                                  <w:r>
                                    <w:t>:</w:t>
                                  </w:r>
                                </w:p>
                              </w:tc>
                            </w:tr>
                            <w:tr w:rsidR="00386BD0" w:rsidTr="00624CEE">
                              <w:trPr>
                                <w:cantSplit/>
                                <w:trHeight w:hRule="exact" w:val="288"/>
                              </w:trPr>
                              <w:tc>
                                <w:tcPr>
                                  <w:tcW w:w="3704" w:type="dxa"/>
                                  <w:gridSpan w:val="4"/>
                                  <w:vAlign w:val="center"/>
                                </w:tcPr>
                                <w:p w:rsidR="00386BD0" w:rsidRPr="00D02133" w:rsidRDefault="00386BD0" w:rsidP="00624CEE">
                                  <w:pPr>
                                    <w:suppressOverlap/>
                                  </w:pPr>
                                  <w:r>
                                    <w:t>City:</w:t>
                                  </w:r>
                                </w:p>
                              </w:tc>
                              <w:tc>
                                <w:tcPr>
                                  <w:tcW w:w="3423" w:type="dxa"/>
                                  <w:gridSpan w:val="6"/>
                                  <w:vAlign w:val="center"/>
                                </w:tcPr>
                                <w:p w:rsidR="00386BD0" w:rsidRPr="00D02133" w:rsidRDefault="00386BD0" w:rsidP="00624CEE">
                                  <w:pPr>
                                    <w:suppressOverlap/>
                                  </w:pPr>
                                  <w:r>
                                    <w:t>County:</w:t>
                                  </w:r>
                                </w:p>
                              </w:tc>
                              <w:tc>
                                <w:tcPr>
                                  <w:tcW w:w="3105" w:type="dxa"/>
                                  <w:gridSpan w:val="4"/>
                                  <w:vAlign w:val="center"/>
                                </w:tcPr>
                                <w:p w:rsidR="00386BD0" w:rsidRPr="00D02133" w:rsidRDefault="00386BD0" w:rsidP="00624CEE">
                                  <w:pPr>
                                    <w:suppressOverlap/>
                                  </w:pPr>
                                  <w:r>
                                    <w:t>Post Code:</w:t>
                                  </w:r>
                                </w:p>
                              </w:tc>
                            </w:tr>
                            <w:tr w:rsidR="00386BD0" w:rsidTr="00CB3222">
                              <w:trPr>
                                <w:cantSplit/>
                                <w:trHeight w:hRule="exact" w:val="288"/>
                              </w:trPr>
                              <w:tc>
                                <w:tcPr>
                                  <w:tcW w:w="3428" w:type="dxa"/>
                                  <w:gridSpan w:val="3"/>
                                  <w:vAlign w:val="center"/>
                                </w:tcPr>
                                <w:p w:rsidR="00386BD0" w:rsidRPr="00D02133" w:rsidRDefault="00386BD0" w:rsidP="00624CEE">
                                  <w:pPr>
                                    <w:suppressOverlap/>
                                  </w:pPr>
                                  <w:r>
                                    <w:t>Date of Birth:</w:t>
                                  </w:r>
                                </w:p>
                              </w:tc>
                              <w:tc>
                                <w:tcPr>
                                  <w:tcW w:w="4365" w:type="dxa"/>
                                  <w:gridSpan w:val="9"/>
                                  <w:vAlign w:val="center"/>
                                </w:tcPr>
                                <w:p w:rsidR="00386BD0" w:rsidRPr="00D02133" w:rsidRDefault="00386BD0" w:rsidP="00624CEE">
                                  <w:pPr>
                                    <w:suppressOverlap/>
                                  </w:pPr>
                                  <w:r>
                                    <w:t>Job Title:</w:t>
                                  </w:r>
                                </w:p>
                              </w:tc>
                              <w:tc>
                                <w:tcPr>
                                  <w:tcW w:w="2439" w:type="dxa"/>
                                  <w:gridSpan w:val="2"/>
                                  <w:vAlign w:val="center"/>
                                </w:tcPr>
                                <w:p w:rsidR="00386BD0" w:rsidRPr="00D02133" w:rsidRDefault="00386BD0" w:rsidP="00624CEE">
                                  <w:pPr>
                                    <w:suppressOverlap/>
                                  </w:pPr>
                                  <w:r>
                                    <w:t>Nationality:</w:t>
                                  </w:r>
                                </w:p>
                              </w:tc>
                            </w:tr>
                            <w:tr w:rsidR="00386BD0" w:rsidTr="00624CEE">
                              <w:trPr>
                                <w:cantSplit/>
                                <w:trHeight w:hRule="exact" w:val="288"/>
                              </w:trPr>
                              <w:tc>
                                <w:tcPr>
                                  <w:tcW w:w="10232" w:type="dxa"/>
                                  <w:gridSpan w:val="14"/>
                                  <w:vAlign w:val="center"/>
                                </w:tcPr>
                                <w:p w:rsidR="00386BD0" w:rsidRPr="00D02133" w:rsidRDefault="00386BD0" w:rsidP="00624CEE">
                                  <w:pPr>
                                    <w:suppressOverlap/>
                                  </w:pPr>
                                  <w:r>
                                    <w:t>Professional qualification held:</w:t>
                                  </w:r>
                                </w:p>
                              </w:tc>
                            </w:tr>
                            <w:tr w:rsidR="00386BD0" w:rsidTr="00624CEE">
                              <w:trPr>
                                <w:cantSplit/>
                                <w:trHeight w:hRule="exact" w:val="288"/>
                              </w:trPr>
                              <w:tc>
                                <w:tcPr>
                                  <w:tcW w:w="3704" w:type="dxa"/>
                                  <w:gridSpan w:val="4"/>
                                  <w:vAlign w:val="center"/>
                                </w:tcPr>
                                <w:p w:rsidR="00386BD0" w:rsidRPr="00D02133" w:rsidRDefault="00386BD0" w:rsidP="00624CEE">
                                  <w:pPr>
                                    <w:suppressOverlap/>
                                  </w:pPr>
                                  <w:r>
                                    <w:t>Mob. Phone:</w:t>
                                  </w:r>
                                </w:p>
                              </w:tc>
                              <w:tc>
                                <w:tcPr>
                                  <w:tcW w:w="3264" w:type="dxa"/>
                                  <w:gridSpan w:val="5"/>
                                  <w:vAlign w:val="center"/>
                                </w:tcPr>
                                <w:p w:rsidR="00386BD0" w:rsidRPr="00D02133" w:rsidRDefault="00386BD0" w:rsidP="00624CEE">
                                  <w:pPr>
                                    <w:suppressOverlap/>
                                  </w:pPr>
                                  <w:r>
                                    <w:t>Other Phone:</w:t>
                                  </w:r>
                                </w:p>
                              </w:tc>
                              <w:tc>
                                <w:tcPr>
                                  <w:tcW w:w="3264" w:type="dxa"/>
                                  <w:gridSpan w:val="5"/>
                                  <w:vAlign w:val="center"/>
                                </w:tcPr>
                                <w:p w:rsidR="00386BD0" w:rsidRPr="00D02133" w:rsidRDefault="00386BD0" w:rsidP="00624CEE">
                                  <w:pPr>
                                    <w:suppressOverlap/>
                                  </w:pPr>
                                </w:p>
                              </w:tc>
                            </w:tr>
                            <w:tr w:rsidR="00386BD0" w:rsidTr="00624CEE">
                              <w:trPr>
                                <w:cantSplit/>
                                <w:trHeight w:hRule="exact" w:val="288"/>
                              </w:trPr>
                              <w:tc>
                                <w:tcPr>
                                  <w:tcW w:w="3704" w:type="dxa"/>
                                  <w:gridSpan w:val="4"/>
                                  <w:vAlign w:val="center"/>
                                </w:tcPr>
                                <w:p w:rsidR="00386BD0" w:rsidRDefault="00386BD0" w:rsidP="00624CEE">
                                  <w:pPr>
                                    <w:suppressOverlap/>
                                  </w:pPr>
                                  <w:r>
                                    <w:t>National insurance no.</w:t>
                                  </w:r>
                                </w:p>
                              </w:tc>
                              <w:tc>
                                <w:tcPr>
                                  <w:tcW w:w="6528" w:type="dxa"/>
                                  <w:gridSpan w:val="10"/>
                                  <w:vAlign w:val="center"/>
                                </w:tcPr>
                                <w:p w:rsidR="00386BD0" w:rsidRDefault="00386BD0" w:rsidP="00624CEE">
                                  <w:pPr>
                                    <w:suppressOverlap/>
                                  </w:pPr>
                                  <w:r>
                                    <w:t>E-mail address:</w:t>
                                  </w:r>
                                </w:p>
                              </w:tc>
                            </w:tr>
                            <w:tr w:rsidR="00386BD0" w:rsidTr="00624CEE">
                              <w:trPr>
                                <w:cantSplit/>
                                <w:trHeight w:hRule="exact" w:val="317"/>
                              </w:trPr>
                              <w:tc>
                                <w:tcPr>
                                  <w:tcW w:w="10232" w:type="dxa"/>
                                  <w:gridSpan w:val="14"/>
                                  <w:shd w:val="clear" w:color="auto" w:fill="404040" w:themeFill="text1" w:themeFillTint="BF"/>
                                  <w:vAlign w:val="center"/>
                                </w:tcPr>
                                <w:p w:rsidR="00386BD0" w:rsidRPr="000C0676" w:rsidRDefault="00386BD0" w:rsidP="00624CEE">
                                  <w:pPr>
                                    <w:pStyle w:val="Heading1"/>
                                    <w:suppressOverlap/>
                                  </w:pPr>
                                  <w:r>
                                    <w:t>Payment Details</w:t>
                                  </w:r>
                                </w:p>
                              </w:tc>
                            </w:tr>
                            <w:tr w:rsidR="00386BD0" w:rsidTr="00624CEE">
                              <w:trPr>
                                <w:cantSplit/>
                                <w:trHeight w:hRule="exact" w:val="288"/>
                              </w:trPr>
                              <w:tc>
                                <w:tcPr>
                                  <w:tcW w:w="10232" w:type="dxa"/>
                                  <w:gridSpan w:val="14"/>
                                  <w:vAlign w:val="center"/>
                                </w:tcPr>
                                <w:p w:rsidR="00386BD0" w:rsidRPr="009622B2" w:rsidRDefault="00386BD0" w:rsidP="00624CEE">
                                  <w:pPr>
                                    <w:suppressOverlap/>
                                  </w:pPr>
                                  <w:r>
                                    <w:t>Name of bank / building society:</w:t>
                                  </w:r>
                                </w:p>
                              </w:tc>
                            </w:tr>
                            <w:tr w:rsidR="00386BD0" w:rsidTr="00CB3222">
                              <w:trPr>
                                <w:cantSplit/>
                                <w:trHeight w:hRule="exact" w:val="288"/>
                              </w:trPr>
                              <w:tc>
                                <w:tcPr>
                                  <w:tcW w:w="10232" w:type="dxa"/>
                                  <w:gridSpan w:val="14"/>
                                  <w:vAlign w:val="center"/>
                                </w:tcPr>
                                <w:p w:rsidR="00386BD0" w:rsidRPr="00D02133" w:rsidRDefault="00386BD0" w:rsidP="00624CEE">
                                  <w:pPr>
                                    <w:suppressOverlap/>
                                  </w:pPr>
                                  <w:r>
                                    <w:t>Branch location:</w:t>
                                  </w:r>
                                </w:p>
                              </w:tc>
                            </w:tr>
                            <w:tr w:rsidR="00386BD0" w:rsidTr="00CB3222">
                              <w:trPr>
                                <w:cantSplit/>
                                <w:trHeight w:hRule="exact" w:val="288"/>
                              </w:trPr>
                              <w:tc>
                                <w:tcPr>
                                  <w:tcW w:w="3428" w:type="dxa"/>
                                  <w:gridSpan w:val="3"/>
                                  <w:vAlign w:val="center"/>
                                </w:tcPr>
                                <w:p w:rsidR="00386BD0" w:rsidRPr="00D02133" w:rsidRDefault="00386BD0" w:rsidP="00624CEE">
                                  <w:pPr>
                                    <w:suppressOverlap/>
                                  </w:pPr>
                                  <w:r>
                                    <w:t>Account no.</w:t>
                                  </w:r>
                                </w:p>
                              </w:tc>
                              <w:tc>
                                <w:tcPr>
                                  <w:tcW w:w="3699" w:type="dxa"/>
                                  <w:gridSpan w:val="7"/>
                                  <w:vAlign w:val="center"/>
                                </w:tcPr>
                                <w:p w:rsidR="00386BD0" w:rsidRPr="00D02133" w:rsidRDefault="00386BD0" w:rsidP="00624CEE">
                                  <w:pPr>
                                    <w:suppressOverlap/>
                                  </w:pPr>
                                  <w:r w:rsidRPr="00D02133">
                                    <w:t>S</w:t>
                                  </w:r>
                                  <w:r>
                                    <w:t>ort code:</w:t>
                                  </w:r>
                                </w:p>
                              </w:tc>
                              <w:tc>
                                <w:tcPr>
                                  <w:tcW w:w="3105" w:type="dxa"/>
                                  <w:gridSpan w:val="4"/>
                                  <w:vAlign w:val="center"/>
                                </w:tcPr>
                                <w:p w:rsidR="00386BD0" w:rsidRPr="00D02133" w:rsidRDefault="00386BD0" w:rsidP="00624CEE">
                                  <w:pPr>
                                    <w:suppressOverlap/>
                                  </w:pPr>
                                </w:p>
                              </w:tc>
                            </w:tr>
                            <w:tr w:rsidR="00386BD0" w:rsidTr="00DB0EAB">
                              <w:trPr>
                                <w:cantSplit/>
                                <w:trHeight w:hRule="exact" w:val="288"/>
                              </w:trPr>
                              <w:tc>
                                <w:tcPr>
                                  <w:tcW w:w="10232" w:type="dxa"/>
                                  <w:gridSpan w:val="14"/>
                                  <w:tcBorders>
                                    <w:bottom w:val="single" w:sz="4" w:space="0" w:color="auto"/>
                                  </w:tcBorders>
                                  <w:vAlign w:val="center"/>
                                </w:tcPr>
                                <w:p w:rsidR="00386BD0" w:rsidRPr="00D02133" w:rsidRDefault="00386BD0" w:rsidP="00624CEE">
                                  <w:pPr>
                                    <w:suppressOverlap/>
                                  </w:pPr>
                                  <w:r>
                                    <w:t>Name of account holder:</w:t>
                                  </w:r>
                                </w:p>
                              </w:tc>
                            </w:tr>
                            <w:tr w:rsidR="00386BD0" w:rsidTr="00624CEE">
                              <w:trPr>
                                <w:cantSplit/>
                                <w:trHeight w:hRule="exact" w:val="317"/>
                              </w:trPr>
                              <w:tc>
                                <w:tcPr>
                                  <w:tcW w:w="10232" w:type="dxa"/>
                                  <w:gridSpan w:val="14"/>
                                  <w:shd w:val="clear" w:color="auto" w:fill="404040" w:themeFill="text1" w:themeFillTint="BF"/>
                                  <w:vAlign w:val="center"/>
                                </w:tcPr>
                                <w:p w:rsidR="00386BD0" w:rsidRPr="000077BD" w:rsidRDefault="00386BD0" w:rsidP="00624CEE">
                                  <w:pPr>
                                    <w:pStyle w:val="Heading1"/>
                                    <w:suppressOverlap/>
                                  </w:pPr>
                                  <w:r w:rsidRPr="000077BD">
                                    <w:t>Emergency Contact</w:t>
                                  </w:r>
                                </w:p>
                              </w:tc>
                            </w:tr>
                            <w:tr w:rsidR="00386BD0" w:rsidTr="00624CEE">
                              <w:trPr>
                                <w:cantSplit/>
                                <w:trHeight w:val="288"/>
                              </w:trPr>
                              <w:tc>
                                <w:tcPr>
                                  <w:tcW w:w="10232" w:type="dxa"/>
                                  <w:gridSpan w:val="14"/>
                                  <w:vAlign w:val="center"/>
                                </w:tcPr>
                                <w:p w:rsidR="00386BD0" w:rsidRPr="00D02133" w:rsidRDefault="00386BD0" w:rsidP="00624CEE">
                                  <w:pPr>
                                    <w:suppressOverlap/>
                                  </w:pPr>
                                  <w:r w:rsidRPr="00D02133">
                                    <w:t xml:space="preserve">Name of a </w:t>
                                  </w:r>
                                  <w:r>
                                    <w:t>person to contact in an emergency:</w:t>
                                  </w:r>
                                </w:p>
                              </w:tc>
                            </w:tr>
                            <w:tr w:rsidR="00386BD0" w:rsidTr="00624CEE">
                              <w:trPr>
                                <w:cantSplit/>
                                <w:trHeight w:val="288"/>
                              </w:trPr>
                              <w:tc>
                                <w:tcPr>
                                  <w:tcW w:w="10232" w:type="dxa"/>
                                  <w:gridSpan w:val="14"/>
                                  <w:vAlign w:val="center"/>
                                </w:tcPr>
                                <w:p w:rsidR="00386BD0" w:rsidRPr="00D02133" w:rsidRDefault="00386BD0" w:rsidP="00624CEE">
                                  <w:pPr>
                                    <w:suppressOverlap/>
                                  </w:pPr>
                                  <w:r w:rsidRPr="00D02133">
                                    <w:t>Address</w:t>
                                  </w:r>
                                  <w:r>
                                    <w:t>:</w:t>
                                  </w:r>
                                </w:p>
                              </w:tc>
                            </w:tr>
                            <w:tr w:rsidR="00386BD0" w:rsidTr="00384EF1">
                              <w:trPr>
                                <w:cantSplit/>
                                <w:trHeight w:val="288"/>
                              </w:trPr>
                              <w:tc>
                                <w:tcPr>
                                  <w:tcW w:w="3428" w:type="dxa"/>
                                  <w:gridSpan w:val="3"/>
                                  <w:vAlign w:val="center"/>
                                </w:tcPr>
                                <w:p w:rsidR="00386BD0" w:rsidRPr="00D02133" w:rsidRDefault="00386BD0" w:rsidP="00624CEE">
                                  <w:pPr>
                                    <w:suppressOverlap/>
                                  </w:pPr>
                                  <w:r>
                                    <w:t>City:</w:t>
                                  </w:r>
                                </w:p>
                              </w:tc>
                              <w:tc>
                                <w:tcPr>
                                  <w:tcW w:w="2641" w:type="dxa"/>
                                  <w:gridSpan w:val="4"/>
                                  <w:vAlign w:val="center"/>
                                </w:tcPr>
                                <w:p w:rsidR="00386BD0" w:rsidRPr="002C0936" w:rsidRDefault="00386BD0" w:rsidP="00624CEE">
                                  <w:pPr>
                                    <w:suppressOverlap/>
                                  </w:pPr>
                                  <w:r>
                                    <w:t>County:</w:t>
                                  </w:r>
                                </w:p>
                              </w:tc>
                              <w:tc>
                                <w:tcPr>
                                  <w:tcW w:w="1724" w:type="dxa"/>
                                  <w:gridSpan w:val="5"/>
                                  <w:vAlign w:val="center"/>
                                </w:tcPr>
                                <w:p w:rsidR="00386BD0" w:rsidRPr="00EB52A5" w:rsidRDefault="00386BD0" w:rsidP="00624CEE">
                                  <w:pPr>
                                    <w:suppressOverlap/>
                                  </w:pPr>
                                  <w:r>
                                    <w:t>Post Code:</w:t>
                                  </w:r>
                                </w:p>
                              </w:tc>
                              <w:tc>
                                <w:tcPr>
                                  <w:tcW w:w="2439" w:type="dxa"/>
                                  <w:gridSpan w:val="2"/>
                                  <w:vAlign w:val="center"/>
                                </w:tcPr>
                                <w:p w:rsidR="00386BD0" w:rsidRPr="00D02133" w:rsidRDefault="00386BD0" w:rsidP="00624CEE">
                                  <w:pPr>
                                    <w:suppressOverlap/>
                                  </w:pPr>
                                  <w:r>
                                    <w:t>Phone:</w:t>
                                  </w:r>
                                </w:p>
                              </w:tc>
                            </w:tr>
                            <w:tr w:rsidR="00386BD0" w:rsidTr="00624CEE">
                              <w:trPr>
                                <w:cantSplit/>
                                <w:trHeight w:val="288"/>
                              </w:trPr>
                              <w:tc>
                                <w:tcPr>
                                  <w:tcW w:w="10232" w:type="dxa"/>
                                  <w:gridSpan w:val="14"/>
                                  <w:tcBorders>
                                    <w:bottom w:val="single" w:sz="4" w:space="0" w:color="auto"/>
                                  </w:tcBorders>
                                  <w:vAlign w:val="center"/>
                                </w:tcPr>
                                <w:p w:rsidR="00386BD0" w:rsidRPr="00D02133" w:rsidRDefault="00386BD0" w:rsidP="00624CEE">
                                  <w:pPr>
                                    <w:suppressOverlap/>
                                  </w:pPr>
                                  <w:r>
                                    <w:t>Relationship:</w:t>
                                  </w:r>
                                </w:p>
                              </w:tc>
                            </w:tr>
                            <w:tr w:rsidR="00386BD0" w:rsidTr="00624CEE">
                              <w:trPr>
                                <w:cantSplit/>
                                <w:trHeight w:hRule="exact" w:val="317"/>
                              </w:trPr>
                              <w:tc>
                                <w:tcPr>
                                  <w:tcW w:w="10232" w:type="dxa"/>
                                  <w:gridSpan w:val="14"/>
                                  <w:shd w:val="clear" w:color="auto" w:fill="404040" w:themeFill="text1" w:themeFillTint="BF"/>
                                  <w:vAlign w:val="center"/>
                                </w:tcPr>
                                <w:p w:rsidR="00386BD0" w:rsidRPr="000C0676" w:rsidRDefault="00386BD0" w:rsidP="00624CEE">
                                  <w:pPr>
                                    <w:pStyle w:val="Heading1"/>
                                    <w:suppressOverlap/>
                                  </w:pPr>
                                  <w:r>
                                    <w:t>About the Assignment</w:t>
                                  </w:r>
                                </w:p>
                              </w:tc>
                            </w:tr>
                            <w:tr w:rsidR="00386BD0" w:rsidRPr="00D02133" w:rsidTr="00604FE4">
                              <w:trPr>
                                <w:cantSplit/>
                                <w:trHeight w:hRule="exact" w:val="288"/>
                              </w:trPr>
                              <w:tc>
                                <w:tcPr>
                                  <w:tcW w:w="2558" w:type="dxa"/>
                                  <w:gridSpan w:val="2"/>
                                  <w:vAlign w:val="center"/>
                                </w:tcPr>
                                <w:p w:rsidR="00386BD0" w:rsidRPr="00D02133" w:rsidRDefault="00386BD0" w:rsidP="00624CEE">
                                  <w:pPr>
                                    <w:suppressOverlap/>
                                  </w:pPr>
                                  <w:r>
                                    <w:t>Is the Assignment:</w:t>
                                  </w:r>
                                </w:p>
                                <w:tbl>
                                  <w:tblPr>
                                    <w:tblStyle w:val="TableGrid"/>
                                    <w:tblW w:w="0" w:type="auto"/>
                                    <w:tblLook w:val="04A0" w:firstRow="1" w:lastRow="0" w:firstColumn="1" w:lastColumn="0" w:noHBand="0" w:noVBand="1"/>
                                  </w:tblPr>
                                  <w:tblGrid>
                                    <w:gridCol w:w="2384"/>
                                  </w:tblGrid>
                                  <w:tr w:rsidR="00386BD0" w:rsidTr="00604FE4">
                                    <w:tc>
                                      <w:tcPr>
                                        <w:tcW w:w="9987" w:type="dxa"/>
                                      </w:tcPr>
                                      <w:p w:rsidR="00386BD0" w:rsidRDefault="00386BD0" w:rsidP="00624CEE">
                                        <w:pPr>
                                          <w:suppressOverlap/>
                                        </w:pPr>
                                      </w:p>
                                    </w:tc>
                                  </w:tr>
                                </w:tbl>
                                <w:p w:rsidR="00386BD0" w:rsidRPr="00D02133" w:rsidRDefault="00386BD0" w:rsidP="00624CEE">
                                  <w:pPr>
                                    <w:suppressOverlap/>
                                  </w:pPr>
                                </w:p>
                              </w:tc>
                              <w:tc>
                                <w:tcPr>
                                  <w:tcW w:w="2558" w:type="dxa"/>
                                  <w:gridSpan w:val="4"/>
                                  <w:vAlign w:val="center"/>
                                </w:tcPr>
                                <w:p w:rsidR="00386BD0" w:rsidRPr="00D02133" w:rsidRDefault="00386BD0" w:rsidP="00624CEE">
                                  <w:pPr>
                                    <w:suppressOverlap/>
                                  </w:pPr>
                                  <w:r>
                                    <w:t>UK Based:</w:t>
                                  </w:r>
                                </w:p>
                              </w:tc>
                              <w:tc>
                                <w:tcPr>
                                  <w:tcW w:w="2558" w:type="dxa"/>
                                  <w:gridSpan w:val="5"/>
                                  <w:vAlign w:val="center"/>
                                </w:tcPr>
                                <w:p w:rsidR="00386BD0" w:rsidRPr="00D02133" w:rsidRDefault="00386BD0" w:rsidP="00624CEE">
                                  <w:pPr>
                                    <w:suppressOverlap/>
                                  </w:pPr>
                                  <w:r>
                                    <w:t>Abroad:</w:t>
                                  </w:r>
                                </w:p>
                              </w:tc>
                              <w:tc>
                                <w:tcPr>
                                  <w:tcW w:w="2558" w:type="dxa"/>
                                  <w:gridSpan w:val="3"/>
                                  <w:vAlign w:val="center"/>
                                </w:tcPr>
                                <w:p w:rsidR="00386BD0" w:rsidRPr="00D02133" w:rsidRDefault="00386BD0" w:rsidP="00624CEE">
                                  <w:pPr>
                                    <w:suppressOverlap/>
                                  </w:pPr>
                                  <w:r>
                                    <w:t>Offshore:</w:t>
                                  </w:r>
                                </w:p>
                              </w:tc>
                            </w:tr>
                            <w:tr w:rsidR="00386BD0" w:rsidRPr="00D02133" w:rsidTr="00624CEE">
                              <w:trPr>
                                <w:cantSplit/>
                                <w:trHeight w:hRule="exact" w:val="288"/>
                              </w:trPr>
                              <w:tc>
                                <w:tcPr>
                                  <w:tcW w:w="10232" w:type="dxa"/>
                                  <w:gridSpan w:val="14"/>
                                  <w:vAlign w:val="center"/>
                                </w:tcPr>
                                <w:p w:rsidR="00386BD0" w:rsidRPr="00D02133" w:rsidRDefault="00386BD0" w:rsidP="00624CEE">
                                  <w:pPr>
                                    <w:suppressOverlap/>
                                  </w:pPr>
                                  <w:r>
                                    <w:t>How long will the Assignment last:</w:t>
                                  </w:r>
                                </w:p>
                              </w:tc>
                            </w:tr>
                            <w:tr w:rsidR="00386BD0" w:rsidRPr="00D02133" w:rsidTr="00DB0EAB">
                              <w:trPr>
                                <w:cantSplit/>
                                <w:trHeight w:hRule="exact" w:val="288"/>
                              </w:trPr>
                              <w:tc>
                                <w:tcPr>
                                  <w:tcW w:w="2558" w:type="dxa"/>
                                  <w:gridSpan w:val="2"/>
                                  <w:vAlign w:val="center"/>
                                </w:tcPr>
                                <w:p w:rsidR="00386BD0" w:rsidRPr="00D02133" w:rsidRDefault="00386BD0" w:rsidP="00624CEE">
                                  <w:pPr>
                                    <w:suppressOverlap/>
                                  </w:pPr>
                                  <w:r>
                                    <w:t>Assignment classification:</w:t>
                                  </w:r>
                                </w:p>
                              </w:tc>
                              <w:tc>
                                <w:tcPr>
                                  <w:tcW w:w="2558" w:type="dxa"/>
                                  <w:gridSpan w:val="4"/>
                                  <w:vAlign w:val="center"/>
                                </w:tcPr>
                                <w:p w:rsidR="00386BD0" w:rsidRPr="00D02133" w:rsidRDefault="00386BD0" w:rsidP="00624CEE">
                                  <w:pPr>
                                    <w:suppressOverlap/>
                                  </w:pPr>
                                  <w:r>
                                    <w:t>Trade:</w:t>
                                  </w:r>
                                </w:p>
                              </w:tc>
                              <w:tc>
                                <w:tcPr>
                                  <w:tcW w:w="2558" w:type="dxa"/>
                                  <w:gridSpan w:val="5"/>
                                  <w:vAlign w:val="center"/>
                                </w:tcPr>
                                <w:p w:rsidR="00386BD0" w:rsidRPr="00D02133" w:rsidRDefault="00386BD0" w:rsidP="00624CEE">
                                  <w:pPr>
                                    <w:suppressOverlap/>
                                  </w:pPr>
                                  <w:r>
                                    <w:t>Technical:</w:t>
                                  </w:r>
                                </w:p>
                              </w:tc>
                              <w:tc>
                                <w:tcPr>
                                  <w:tcW w:w="2558" w:type="dxa"/>
                                  <w:gridSpan w:val="3"/>
                                  <w:vAlign w:val="center"/>
                                </w:tcPr>
                                <w:p w:rsidR="00386BD0" w:rsidRPr="00D02133" w:rsidRDefault="00386BD0" w:rsidP="00624CEE">
                                  <w:pPr>
                                    <w:suppressOverlap/>
                                  </w:pPr>
                                  <w:r>
                                    <w:t>Rail:</w:t>
                                  </w:r>
                                </w:p>
                              </w:tc>
                            </w:tr>
                            <w:tr w:rsidR="00386BD0" w:rsidRPr="009622B2" w:rsidTr="00624CEE">
                              <w:trPr>
                                <w:cantSplit/>
                                <w:trHeight w:hRule="exact" w:val="317"/>
                              </w:trPr>
                              <w:tc>
                                <w:tcPr>
                                  <w:tcW w:w="10232" w:type="dxa"/>
                                  <w:gridSpan w:val="14"/>
                                  <w:shd w:val="clear" w:color="auto" w:fill="404040" w:themeFill="text1" w:themeFillTint="BF"/>
                                  <w:vAlign w:val="center"/>
                                </w:tcPr>
                                <w:p w:rsidR="00386BD0" w:rsidRPr="000C0676" w:rsidRDefault="00386BD0" w:rsidP="00624CEE">
                                  <w:pPr>
                                    <w:pStyle w:val="Heading1"/>
                                    <w:suppressOverlap/>
                                  </w:pPr>
                                  <w:r>
                                    <w:t>Security</w:t>
                                  </w:r>
                                  <w:r w:rsidRPr="000C0676">
                                    <w:t xml:space="preserve"> Information</w:t>
                                  </w:r>
                                </w:p>
                              </w:tc>
                            </w:tr>
                            <w:tr w:rsidR="00386BD0" w:rsidRPr="009622B2" w:rsidTr="00624CEE">
                              <w:trPr>
                                <w:cantSplit/>
                                <w:trHeight w:hRule="exact" w:val="288"/>
                              </w:trPr>
                              <w:tc>
                                <w:tcPr>
                                  <w:tcW w:w="10232" w:type="dxa"/>
                                  <w:gridSpan w:val="14"/>
                                  <w:vAlign w:val="center"/>
                                </w:tcPr>
                                <w:p w:rsidR="00386BD0" w:rsidRPr="009622B2" w:rsidRDefault="00386BD0" w:rsidP="00624CEE">
                                  <w:pPr>
                                    <w:suppressOverlap/>
                                  </w:pPr>
                                  <w:r>
                                    <w:t>My chosen password is (seven digits):</w:t>
                                  </w:r>
                                </w:p>
                              </w:tc>
                            </w:tr>
                            <w:tr w:rsidR="00386BD0" w:rsidRPr="00D02133" w:rsidTr="00624CEE">
                              <w:trPr>
                                <w:cantSplit/>
                                <w:trHeight w:hRule="exact" w:val="288"/>
                              </w:trPr>
                              <w:tc>
                                <w:tcPr>
                                  <w:tcW w:w="7793" w:type="dxa"/>
                                  <w:gridSpan w:val="12"/>
                                  <w:vAlign w:val="center"/>
                                </w:tcPr>
                                <w:p w:rsidR="00386BD0" w:rsidRPr="00D02133" w:rsidRDefault="00386BD0" w:rsidP="00624CEE">
                                  <w:pPr>
                                    <w:suppressOverlap/>
                                  </w:pPr>
                                  <w:r>
                                    <w:t>Mothers maiden name:</w:t>
                                  </w:r>
                                </w:p>
                              </w:tc>
                              <w:tc>
                                <w:tcPr>
                                  <w:tcW w:w="2439" w:type="dxa"/>
                                  <w:gridSpan w:val="2"/>
                                  <w:vAlign w:val="center"/>
                                </w:tcPr>
                                <w:p w:rsidR="00386BD0" w:rsidRPr="00D02133" w:rsidRDefault="00386BD0" w:rsidP="00624CEE">
                                  <w:pPr>
                                    <w:suppressOverlap/>
                                  </w:pPr>
                                </w:p>
                              </w:tc>
                            </w:tr>
                            <w:tr w:rsidR="00386BD0" w:rsidRPr="00D02133" w:rsidTr="00DB0EAB">
                              <w:trPr>
                                <w:gridAfter w:val="5"/>
                                <w:wAfter w:w="3264" w:type="dxa"/>
                                <w:cantSplit/>
                                <w:trHeight w:hRule="exact" w:val="288"/>
                              </w:trPr>
                              <w:tc>
                                <w:tcPr>
                                  <w:tcW w:w="3428" w:type="dxa"/>
                                  <w:gridSpan w:val="3"/>
                                  <w:tcBorders>
                                    <w:bottom w:val="single" w:sz="4" w:space="0" w:color="auto"/>
                                  </w:tcBorders>
                                  <w:vAlign w:val="center"/>
                                </w:tcPr>
                                <w:p w:rsidR="00386BD0" w:rsidRPr="00D02133" w:rsidRDefault="00386BD0" w:rsidP="00624CEE">
                                  <w:pPr>
                                    <w:suppressOverlap/>
                                  </w:pPr>
                                  <w:r>
                                    <w:t>Last school:</w:t>
                                  </w:r>
                                </w:p>
                              </w:tc>
                              <w:tc>
                                <w:tcPr>
                                  <w:tcW w:w="3540" w:type="dxa"/>
                                  <w:gridSpan w:val="6"/>
                                  <w:tcBorders>
                                    <w:bottom w:val="single" w:sz="4" w:space="0" w:color="auto"/>
                                  </w:tcBorders>
                                  <w:vAlign w:val="center"/>
                                </w:tcPr>
                                <w:p w:rsidR="00386BD0" w:rsidRPr="00D02133" w:rsidRDefault="00386BD0" w:rsidP="00624CEE">
                                  <w:pPr>
                                    <w:suppressOverlap/>
                                  </w:pPr>
                                  <w:r>
                                    <w:t>Town of birth:</w:t>
                                  </w:r>
                                </w:p>
                              </w:tc>
                            </w:tr>
                            <w:tr w:rsidR="00386BD0" w:rsidTr="00624CEE">
                              <w:trPr>
                                <w:cantSplit/>
                                <w:trHeight w:hRule="exact" w:val="317"/>
                              </w:trPr>
                              <w:tc>
                                <w:tcPr>
                                  <w:tcW w:w="10232" w:type="dxa"/>
                                  <w:gridSpan w:val="14"/>
                                  <w:shd w:val="clear" w:color="auto" w:fill="404040" w:themeFill="text1" w:themeFillTint="BF"/>
                                  <w:vAlign w:val="center"/>
                                </w:tcPr>
                                <w:p w:rsidR="00386BD0" w:rsidRPr="000C0676" w:rsidRDefault="00386BD0" w:rsidP="00624CEE">
                                  <w:pPr>
                                    <w:pStyle w:val="Heading1"/>
                                    <w:suppressOverlap/>
                                  </w:pPr>
                                  <w:r>
                                    <w:t>How did you hear about us</w:t>
                                  </w:r>
                                </w:p>
                              </w:tc>
                            </w:tr>
                            <w:tr w:rsidR="00386BD0" w:rsidTr="00DB0EAB">
                              <w:trPr>
                                <w:cantSplit/>
                                <w:trHeight w:hRule="exact" w:val="288"/>
                              </w:trPr>
                              <w:tc>
                                <w:tcPr>
                                  <w:tcW w:w="2046" w:type="dxa"/>
                                  <w:vAlign w:val="center"/>
                                </w:tcPr>
                                <w:p w:rsidR="00386BD0" w:rsidRPr="00D02133" w:rsidRDefault="00386BD0" w:rsidP="00624CEE">
                                  <w:pPr>
                                    <w:suppressOverlap/>
                                  </w:pPr>
                                  <w:r>
                                    <w:t>Agency:</w:t>
                                  </w:r>
                                </w:p>
                              </w:tc>
                              <w:tc>
                                <w:tcPr>
                                  <w:tcW w:w="2046" w:type="dxa"/>
                                  <w:gridSpan w:val="4"/>
                                  <w:vAlign w:val="center"/>
                                </w:tcPr>
                                <w:p w:rsidR="00386BD0" w:rsidRPr="00D02133" w:rsidRDefault="00386BD0" w:rsidP="00624CEE">
                                  <w:pPr>
                                    <w:suppressOverlap/>
                                  </w:pPr>
                                  <w:r>
                                    <w:t>Colleague:</w:t>
                                  </w:r>
                                </w:p>
                              </w:tc>
                              <w:tc>
                                <w:tcPr>
                                  <w:tcW w:w="2047" w:type="dxa"/>
                                  <w:gridSpan w:val="3"/>
                                  <w:vAlign w:val="center"/>
                                </w:tcPr>
                                <w:p w:rsidR="00386BD0" w:rsidRPr="00D02133" w:rsidRDefault="00386BD0" w:rsidP="00624CEE">
                                  <w:pPr>
                                    <w:suppressOverlap/>
                                  </w:pPr>
                                  <w:r>
                                    <w:t>Existing client:</w:t>
                                  </w:r>
                                </w:p>
                              </w:tc>
                              <w:tc>
                                <w:tcPr>
                                  <w:tcW w:w="2046" w:type="dxa"/>
                                  <w:gridSpan w:val="5"/>
                                  <w:vAlign w:val="center"/>
                                </w:tcPr>
                                <w:p w:rsidR="00386BD0" w:rsidRPr="00D02133" w:rsidRDefault="00386BD0" w:rsidP="00624CEE">
                                  <w:pPr>
                                    <w:suppressOverlap/>
                                  </w:pPr>
                                  <w:r>
                                    <w:t>Online:</w:t>
                                  </w:r>
                                </w:p>
                              </w:tc>
                              <w:tc>
                                <w:tcPr>
                                  <w:tcW w:w="2047" w:type="dxa"/>
                                  <w:vAlign w:val="center"/>
                                </w:tcPr>
                                <w:p w:rsidR="00386BD0" w:rsidRPr="00D02133" w:rsidRDefault="00386BD0" w:rsidP="00624CEE">
                                  <w:pPr>
                                    <w:suppressOverlap/>
                                  </w:pPr>
                                  <w:r>
                                    <w:t>Advertising:</w:t>
                                  </w:r>
                                </w:p>
                              </w:tc>
                            </w:tr>
                          </w:tbl>
                          <w:p w:rsidR="00386BD0" w:rsidRPr="00707F1B" w:rsidRDefault="00386BD0"/>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0;margin-top:13.2pt;width:531pt;height:472.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" filled="f" stroked="f">
                <v:textbox inset=",7.2pt,,7.2pt">
                  <w:txbxContent>
                    <w:p w:rsidR="00386BD0" w:rsidRDefault="00386BD0" w:rsidP="00386BD0">
                      <w:pPr>
                        <w:pStyle w:val="Title"/>
                        <w:ind w:left="2880" w:firstLine="720"/>
                        <w:jc w:val="left"/>
                      </w:pPr>
                      <w:r w:rsidRPr="000C0676">
                        <w:t>Application</w:t>
                      </w:r>
                      <w:r>
                        <w:t xml:space="preserve"> Form</w:t>
                      </w:r>
                    </w:p>
                    <w:tbl>
                      <w:tblPr>
                        <w:tblStyle w:val="TableGrid"/>
                        <w:tblOverlap w:val="never"/>
                        <w:tblW w:w="4962" w:type="pct"/>
                        <w:tblCellMar>
                          <w:left w:w="115" w:type="dxa"/>
                          <w:right w:w="115" w:type="dxa"/>
                        </w:tblCellMar>
                        <w:tblLook w:val="01E0" w:firstRow="1" w:lastRow="1" w:firstColumn="1" w:lastColumn="1" w:noHBand="0" w:noVBand="0"/>
                      </w:tblPr>
                      <w:tblGrid>
                        <w:gridCol w:w="2099"/>
                        <w:gridCol w:w="525"/>
                        <w:gridCol w:w="893"/>
                        <w:gridCol w:w="283"/>
                        <w:gridCol w:w="398"/>
                        <w:gridCol w:w="1051"/>
                        <w:gridCol w:w="978"/>
                        <w:gridCol w:w="72"/>
                        <w:gridCol w:w="850"/>
                        <w:gridCol w:w="163"/>
                        <w:gridCol w:w="561"/>
                        <w:gridCol w:w="122"/>
                        <w:gridCol w:w="402"/>
                        <w:gridCol w:w="2100"/>
                      </w:tblGrid>
                      <w:tr w:rsidR="00386BD0" w:rsidTr="00624CEE">
                        <w:trPr>
                          <w:cantSplit/>
                          <w:trHeight w:hRule="exact" w:val="317"/>
                        </w:trPr>
                        <w:tc>
                          <w:tcPr>
                            <w:tcW w:w="10232" w:type="dxa"/>
                            <w:gridSpan w:val="14"/>
                            <w:shd w:val="clear" w:color="auto" w:fill="404040" w:themeFill="text1" w:themeFillTint="BF"/>
                            <w:vAlign w:val="center"/>
                          </w:tcPr>
                          <w:p w:rsidR="00386BD0" w:rsidRPr="000E13C6" w:rsidRDefault="00386BD0" w:rsidP="00624CEE">
                            <w:pPr>
                              <w:pStyle w:val="Heading1"/>
                              <w:suppressOverlap/>
                            </w:pPr>
                            <w:r w:rsidRPr="000E13C6">
                              <w:t>Applicant Information</w:t>
                            </w:r>
                          </w:p>
                        </w:tc>
                      </w:tr>
                      <w:tr w:rsidR="00386BD0" w:rsidTr="00624CEE">
                        <w:trPr>
                          <w:cantSplit/>
                          <w:trHeight w:hRule="exact" w:val="288"/>
                        </w:trPr>
                        <w:tc>
                          <w:tcPr>
                            <w:tcW w:w="10232" w:type="dxa"/>
                            <w:gridSpan w:val="14"/>
                            <w:vAlign w:val="center"/>
                          </w:tcPr>
                          <w:p w:rsidR="00386BD0" w:rsidRPr="00D02133" w:rsidRDefault="00386BD0" w:rsidP="00624CEE">
                            <w:pPr>
                              <w:suppressOverlap/>
                            </w:pPr>
                            <w:r w:rsidRPr="00D02133">
                              <w:t>Name:</w:t>
                            </w:r>
                            <w:r>
                              <w:t xml:space="preserve"> </w:t>
                            </w:r>
                          </w:p>
                        </w:tc>
                      </w:tr>
                      <w:tr w:rsidR="00386BD0" w:rsidTr="00624CEE">
                        <w:trPr>
                          <w:cantSplit/>
                          <w:trHeight w:hRule="exact" w:val="288"/>
                        </w:trPr>
                        <w:tc>
                          <w:tcPr>
                            <w:tcW w:w="3704" w:type="dxa"/>
                            <w:gridSpan w:val="4"/>
                            <w:vAlign w:val="center"/>
                          </w:tcPr>
                          <w:p w:rsidR="00386BD0" w:rsidRPr="00D02133" w:rsidRDefault="00386BD0" w:rsidP="00624CEE">
                            <w:pPr>
                              <w:suppressOverlap/>
                            </w:pPr>
                            <w:r w:rsidRPr="00D02133">
                              <w:t xml:space="preserve">Date </w:t>
                            </w:r>
                            <w:r>
                              <w:t>of b</w:t>
                            </w:r>
                            <w:r w:rsidRPr="00D02133">
                              <w:t>irth</w:t>
                            </w:r>
                            <w:r>
                              <w:t>:</w:t>
                            </w:r>
                          </w:p>
                        </w:tc>
                        <w:tc>
                          <w:tcPr>
                            <w:tcW w:w="3423" w:type="dxa"/>
                            <w:gridSpan w:val="6"/>
                            <w:vAlign w:val="center"/>
                          </w:tcPr>
                          <w:p w:rsidR="00386BD0" w:rsidRPr="00D02133" w:rsidRDefault="00386BD0" w:rsidP="00624CEE">
                            <w:pPr>
                              <w:suppressOverlap/>
                            </w:pPr>
                            <w:r>
                              <w:t>Male / Female</w:t>
                            </w:r>
                          </w:p>
                        </w:tc>
                        <w:tc>
                          <w:tcPr>
                            <w:tcW w:w="3105" w:type="dxa"/>
                            <w:gridSpan w:val="4"/>
                            <w:vAlign w:val="center"/>
                          </w:tcPr>
                          <w:p w:rsidR="00386BD0" w:rsidRPr="00D02133" w:rsidRDefault="00386BD0" w:rsidP="00624CEE">
                            <w:pPr>
                              <w:suppressOverlap/>
                            </w:pPr>
                            <w:r>
                              <w:t>Job Title:</w:t>
                            </w:r>
                          </w:p>
                        </w:tc>
                      </w:tr>
                      <w:tr w:rsidR="00386BD0" w:rsidTr="00624CEE">
                        <w:trPr>
                          <w:cantSplit/>
                          <w:trHeight w:hRule="exact" w:val="288"/>
                        </w:trPr>
                        <w:tc>
                          <w:tcPr>
                            <w:tcW w:w="10232" w:type="dxa"/>
                            <w:gridSpan w:val="14"/>
                            <w:vAlign w:val="center"/>
                          </w:tcPr>
                          <w:p w:rsidR="00386BD0" w:rsidRPr="00D02133" w:rsidRDefault="00386BD0" w:rsidP="00624CEE">
                            <w:pPr>
                              <w:suppressOverlap/>
                            </w:pPr>
                            <w:r w:rsidRPr="00D02133">
                              <w:t xml:space="preserve">Current </w:t>
                            </w:r>
                            <w:r>
                              <w:t>a</w:t>
                            </w:r>
                            <w:r w:rsidRPr="00D02133">
                              <w:t>ddress</w:t>
                            </w:r>
                            <w:r>
                              <w:t>:</w:t>
                            </w:r>
                          </w:p>
                        </w:tc>
                      </w:tr>
                      <w:tr w:rsidR="00386BD0" w:rsidTr="00624CEE">
                        <w:trPr>
                          <w:cantSplit/>
                          <w:trHeight w:hRule="exact" w:val="288"/>
                        </w:trPr>
                        <w:tc>
                          <w:tcPr>
                            <w:tcW w:w="3704" w:type="dxa"/>
                            <w:gridSpan w:val="4"/>
                            <w:vAlign w:val="center"/>
                          </w:tcPr>
                          <w:p w:rsidR="00386BD0" w:rsidRPr="00D02133" w:rsidRDefault="00386BD0" w:rsidP="00624CEE">
                            <w:pPr>
                              <w:suppressOverlap/>
                            </w:pPr>
                            <w:r>
                              <w:t>City:</w:t>
                            </w:r>
                          </w:p>
                        </w:tc>
                        <w:tc>
                          <w:tcPr>
                            <w:tcW w:w="3423" w:type="dxa"/>
                            <w:gridSpan w:val="6"/>
                            <w:vAlign w:val="center"/>
                          </w:tcPr>
                          <w:p w:rsidR="00386BD0" w:rsidRPr="00D02133" w:rsidRDefault="00386BD0" w:rsidP="00624CEE">
                            <w:pPr>
                              <w:suppressOverlap/>
                            </w:pPr>
                            <w:r>
                              <w:t>County:</w:t>
                            </w:r>
                          </w:p>
                        </w:tc>
                        <w:tc>
                          <w:tcPr>
                            <w:tcW w:w="3105" w:type="dxa"/>
                            <w:gridSpan w:val="4"/>
                            <w:vAlign w:val="center"/>
                          </w:tcPr>
                          <w:p w:rsidR="00386BD0" w:rsidRPr="00D02133" w:rsidRDefault="00386BD0" w:rsidP="00624CEE">
                            <w:pPr>
                              <w:suppressOverlap/>
                            </w:pPr>
                            <w:r>
                              <w:t>Post Code:</w:t>
                            </w:r>
                          </w:p>
                        </w:tc>
                      </w:tr>
                      <w:tr w:rsidR="00386BD0" w:rsidTr="00CB3222">
                        <w:trPr>
                          <w:cantSplit/>
                          <w:trHeight w:hRule="exact" w:val="288"/>
                        </w:trPr>
                        <w:tc>
                          <w:tcPr>
                            <w:tcW w:w="3428" w:type="dxa"/>
                            <w:gridSpan w:val="3"/>
                            <w:vAlign w:val="center"/>
                          </w:tcPr>
                          <w:p w:rsidR="00386BD0" w:rsidRPr="00D02133" w:rsidRDefault="00386BD0" w:rsidP="00624CEE">
                            <w:pPr>
                              <w:suppressOverlap/>
                            </w:pPr>
                            <w:r>
                              <w:t>Date of Birth:</w:t>
                            </w:r>
                          </w:p>
                        </w:tc>
                        <w:tc>
                          <w:tcPr>
                            <w:tcW w:w="4365" w:type="dxa"/>
                            <w:gridSpan w:val="9"/>
                            <w:vAlign w:val="center"/>
                          </w:tcPr>
                          <w:p w:rsidR="00386BD0" w:rsidRPr="00D02133" w:rsidRDefault="00386BD0" w:rsidP="00624CEE">
                            <w:pPr>
                              <w:suppressOverlap/>
                            </w:pPr>
                            <w:r>
                              <w:t>Job Title:</w:t>
                            </w:r>
                          </w:p>
                        </w:tc>
                        <w:tc>
                          <w:tcPr>
                            <w:tcW w:w="2439" w:type="dxa"/>
                            <w:gridSpan w:val="2"/>
                            <w:vAlign w:val="center"/>
                          </w:tcPr>
                          <w:p w:rsidR="00386BD0" w:rsidRPr="00D02133" w:rsidRDefault="00386BD0" w:rsidP="00624CEE">
                            <w:pPr>
                              <w:suppressOverlap/>
                            </w:pPr>
                            <w:r>
                              <w:t>Nationality:</w:t>
                            </w:r>
                          </w:p>
                        </w:tc>
                      </w:tr>
                      <w:tr w:rsidR="00386BD0" w:rsidTr="00624CEE">
                        <w:trPr>
                          <w:cantSplit/>
                          <w:trHeight w:hRule="exact" w:val="288"/>
                        </w:trPr>
                        <w:tc>
                          <w:tcPr>
                            <w:tcW w:w="10232" w:type="dxa"/>
                            <w:gridSpan w:val="14"/>
                            <w:vAlign w:val="center"/>
                          </w:tcPr>
                          <w:p w:rsidR="00386BD0" w:rsidRPr="00D02133" w:rsidRDefault="00386BD0" w:rsidP="00624CEE">
                            <w:pPr>
                              <w:suppressOverlap/>
                            </w:pPr>
                            <w:r>
                              <w:t>Professional qualification held:</w:t>
                            </w:r>
                          </w:p>
                        </w:tc>
                      </w:tr>
                      <w:tr w:rsidR="00386BD0" w:rsidTr="00624CEE">
                        <w:trPr>
                          <w:cantSplit/>
                          <w:trHeight w:hRule="exact" w:val="288"/>
                        </w:trPr>
                        <w:tc>
                          <w:tcPr>
                            <w:tcW w:w="3704" w:type="dxa"/>
                            <w:gridSpan w:val="4"/>
                            <w:vAlign w:val="center"/>
                          </w:tcPr>
                          <w:p w:rsidR="00386BD0" w:rsidRPr="00D02133" w:rsidRDefault="00386BD0" w:rsidP="00624CEE">
                            <w:pPr>
                              <w:suppressOverlap/>
                            </w:pPr>
                            <w:r>
                              <w:t>Mob. Phone:</w:t>
                            </w:r>
                          </w:p>
                        </w:tc>
                        <w:tc>
                          <w:tcPr>
                            <w:tcW w:w="3264" w:type="dxa"/>
                            <w:gridSpan w:val="5"/>
                            <w:vAlign w:val="center"/>
                          </w:tcPr>
                          <w:p w:rsidR="00386BD0" w:rsidRPr="00D02133" w:rsidRDefault="00386BD0" w:rsidP="00624CEE">
                            <w:pPr>
                              <w:suppressOverlap/>
                            </w:pPr>
                            <w:r>
                              <w:t>Other Phone:</w:t>
                            </w:r>
                          </w:p>
                        </w:tc>
                        <w:tc>
                          <w:tcPr>
                            <w:tcW w:w="3264" w:type="dxa"/>
                            <w:gridSpan w:val="5"/>
                            <w:vAlign w:val="center"/>
                          </w:tcPr>
                          <w:p w:rsidR="00386BD0" w:rsidRPr="00D02133" w:rsidRDefault="00386BD0" w:rsidP="00624CEE">
                            <w:pPr>
                              <w:suppressOverlap/>
                            </w:pPr>
                          </w:p>
                        </w:tc>
                      </w:tr>
                      <w:tr w:rsidR="00386BD0" w:rsidTr="00624CEE">
                        <w:trPr>
                          <w:cantSplit/>
                          <w:trHeight w:hRule="exact" w:val="288"/>
                        </w:trPr>
                        <w:tc>
                          <w:tcPr>
                            <w:tcW w:w="3704" w:type="dxa"/>
                            <w:gridSpan w:val="4"/>
                            <w:vAlign w:val="center"/>
                          </w:tcPr>
                          <w:p w:rsidR="00386BD0" w:rsidRDefault="00386BD0" w:rsidP="00624CEE">
                            <w:pPr>
                              <w:suppressOverlap/>
                            </w:pPr>
                            <w:r>
                              <w:t>National insurance no.</w:t>
                            </w:r>
                          </w:p>
                        </w:tc>
                        <w:tc>
                          <w:tcPr>
                            <w:tcW w:w="6528" w:type="dxa"/>
                            <w:gridSpan w:val="10"/>
                            <w:vAlign w:val="center"/>
                          </w:tcPr>
                          <w:p w:rsidR="00386BD0" w:rsidRDefault="00386BD0" w:rsidP="00624CEE">
                            <w:pPr>
                              <w:suppressOverlap/>
                            </w:pPr>
                            <w:r>
                              <w:t>E-mail address:</w:t>
                            </w:r>
                          </w:p>
                        </w:tc>
                      </w:tr>
                      <w:tr w:rsidR="00386BD0" w:rsidTr="00624CEE">
                        <w:trPr>
                          <w:cantSplit/>
                          <w:trHeight w:hRule="exact" w:val="317"/>
                        </w:trPr>
                        <w:tc>
                          <w:tcPr>
                            <w:tcW w:w="10232" w:type="dxa"/>
                            <w:gridSpan w:val="14"/>
                            <w:shd w:val="clear" w:color="auto" w:fill="404040" w:themeFill="text1" w:themeFillTint="BF"/>
                            <w:vAlign w:val="center"/>
                          </w:tcPr>
                          <w:p w:rsidR="00386BD0" w:rsidRPr="000C0676" w:rsidRDefault="00386BD0" w:rsidP="00624CEE">
                            <w:pPr>
                              <w:pStyle w:val="Heading1"/>
                              <w:suppressOverlap/>
                            </w:pPr>
                            <w:r>
                              <w:t>Payment Details</w:t>
                            </w:r>
                          </w:p>
                        </w:tc>
                      </w:tr>
                      <w:tr w:rsidR="00386BD0" w:rsidTr="00624CEE">
                        <w:trPr>
                          <w:cantSplit/>
                          <w:trHeight w:hRule="exact" w:val="288"/>
                        </w:trPr>
                        <w:tc>
                          <w:tcPr>
                            <w:tcW w:w="10232" w:type="dxa"/>
                            <w:gridSpan w:val="14"/>
                            <w:vAlign w:val="center"/>
                          </w:tcPr>
                          <w:p w:rsidR="00386BD0" w:rsidRPr="009622B2" w:rsidRDefault="00386BD0" w:rsidP="00624CEE">
                            <w:pPr>
                              <w:suppressOverlap/>
                            </w:pPr>
                            <w:r>
                              <w:t>Name of bank / building society:</w:t>
                            </w:r>
                          </w:p>
                        </w:tc>
                      </w:tr>
                      <w:tr w:rsidR="00386BD0" w:rsidTr="00CB3222">
                        <w:trPr>
                          <w:cantSplit/>
                          <w:trHeight w:hRule="exact" w:val="288"/>
                        </w:trPr>
                        <w:tc>
                          <w:tcPr>
                            <w:tcW w:w="10232" w:type="dxa"/>
                            <w:gridSpan w:val="14"/>
                            <w:vAlign w:val="center"/>
                          </w:tcPr>
                          <w:p w:rsidR="00386BD0" w:rsidRPr="00D02133" w:rsidRDefault="00386BD0" w:rsidP="00624CEE">
                            <w:pPr>
                              <w:suppressOverlap/>
                            </w:pPr>
                            <w:r>
                              <w:t>Branch location:</w:t>
                            </w:r>
                          </w:p>
                        </w:tc>
                      </w:tr>
                      <w:tr w:rsidR="00386BD0" w:rsidTr="00CB3222">
                        <w:trPr>
                          <w:cantSplit/>
                          <w:trHeight w:hRule="exact" w:val="288"/>
                        </w:trPr>
                        <w:tc>
                          <w:tcPr>
                            <w:tcW w:w="3428" w:type="dxa"/>
                            <w:gridSpan w:val="3"/>
                            <w:vAlign w:val="center"/>
                          </w:tcPr>
                          <w:p w:rsidR="00386BD0" w:rsidRPr="00D02133" w:rsidRDefault="00386BD0" w:rsidP="00624CEE">
                            <w:pPr>
                              <w:suppressOverlap/>
                            </w:pPr>
                            <w:r>
                              <w:t>Account no.</w:t>
                            </w:r>
                          </w:p>
                        </w:tc>
                        <w:tc>
                          <w:tcPr>
                            <w:tcW w:w="3699" w:type="dxa"/>
                            <w:gridSpan w:val="7"/>
                            <w:vAlign w:val="center"/>
                          </w:tcPr>
                          <w:p w:rsidR="00386BD0" w:rsidRPr="00D02133" w:rsidRDefault="00386BD0" w:rsidP="00624CEE">
                            <w:pPr>
                              <w:suppressOverlap/>
                            </w:pPr>
                            <w:r w:rsidRPr="00D02133">
                              <w:t>S</w:t>
                            </w:r>
                            <w:r>
                              <w:t>ort code:</w:t>
                            </w:r>
                          </w:p>
                        </w:tc>
                        <w:tc>
                          <w:tcPr>
                            <w:tcW w:w="3105" w:type="dxa"/>
                            <w:gridSpan w:val="4"/>
                            <w:vAlign w:val="center"/>
                          </w:tcPr>
                          <w:p w:rsidR="00386BD0" w:rsidRPr="00D02133" w:rsidRDefault="00386BD0" w:rsidP="00624CEE">
                            <w:pPr>
                              <w:suppressOverlap/>
                            </w:pPr>
                          </w:p>
                        </w:tc>
                      </w:tr>
                      <w:tr w:rsidR="00386BD0" w:rsidTr="00DB0EAB">
                        <w:trPr>
                          <w:cantSplit/>
                          <w:trHeight w:hRule="exact" w:val="288"/>
                        </w:trPr>
                        <w:tc>
                          <w:tcPr>
                            <w:tcW w:w="10232" w:type="dxa"/>
                            <w:gridSpan w:val="14"/>
                            <w:tcBorders>
                              <w:bottom w:val="single" w:sz="4" w:space="0" w:color="auto"/>
                            </w:tcBorders>
                            <w:vAlign w:val="center"/>
                          </w:tcPr>
                          <w:p w:rsidR="00386BD0" w:rsidRPr="00D02133" w:rsidRDefault="00386BD0" w:rsidP="00624CEE">
                            <w:pPr>
                              <w:suppressOverlap/>
                            </w:pPr>
                            <w:r>
                              <w:t>Name of account holder:</w:t>
                            </w:r>
                          </w:p>
                        </w:tc>
                      </w:tr>
                      <w:tr w:rsidR="00386BD0" w:rsidTr="00624CEE">
                        <w:trPr>
                          <w:cantSplit/>
                          <w:trHeight w:hRule="exact" w:val="317"/>
                        </w:trPr>
                        <w:tc>
                          <w:tcPr>
                            <w:tcW w:w="10232" w:type="dxa"/>
                            <w:gridSpan w:val="14"/>
                            <w:shd w:val="clear" w:color="auto" w:fill="404040" w:themeFill="text1" w:themeFillTint="BF"/>
                            <w:vAlign w:val="center"/>
                          </w:tcPr>
                          <w:p w:rsidR="00386BD0" w:rsidRPr="000077BD" w:rsidRDefault="00386BD0" w:rsidP="00624CEE">
                            <w:pPr>
                              <w:pStyle w:val="Heading1"/>
                              <w:suppressOverlap/>
                            </w:pPr>
                            <w:r w:rsidRPr="000077BD">
                              <w:t>Emergency Contact</w:t>
                            </w:r>
                          </w:p>
                        </w:tc>
                      </w:tr>
                      <w:tr w:rsidR="00386BD0" w:rsidTr="00624CEE">
                        <w:trPr>
                          <w:cantSplit/>
                          <w:trHeight w:val="288"/>
                        </w:trPr>
                        <w:tc>
                          <w:tcPr>
                            <w:tcW w:w="10232" w:type="dxa"/>
                            <w:gridSpan w:val="14"/>
                            <w:vAlign w:val="center"/>
                          </w:tcPr>
                          <w:p w:rsidR="00386BD0" w:rsidRPr="00D02133" w:rsidRDefault="00386BD0" w:rsidP="00624CEE">
                            <w:pPr>
                              <w:suppressOverlap/>
                            </w:pPr>
                            <w:r w:rsidRPr="00D02133">
                              <w:t xml:space="preserve">Name of a </w:t>
                            </w:r>
                            <w:r>
                              <w:t>person to contact in an emergency:</w:t>
                            </w:r>
                          </w:p>
                        </w:tc>
                      </w:tr>
                      <w:tr w:rsidR="00386BD0" w:rsidTr="00624CEE">
                        <w:trPr>
                          <w:cantSplit/>
                          <w:trHeight w:val="288"/>
                        </w:trPr>
                        <w:tc>
                          <w:tcPr>
                            <w:tcW w:w="10232" w:type="dxa"/>
                            <w:gridSpan w:val="14"/>
                            <w:vAlign w:val="center"/>
                          </w:tcPr>
                          <w:p w:rsidR="00386BD0" w:rsidRPr="00D02133" w:rsidRDefault="00386BD0" w:rsidP="00624CEE">
                            <w:pPr>
                              <w:suppressOverlap/>
                            </w:pPr>
                            <w:r w:rsidRPr="00D02133">
                              <w:t>Address</w:t>
                            </w:r>
                            <w:r>
                              <w:t>:</w:t>
                            </w:r>
                          </w:p>
                        </w:tc>
                      </w:tr>
                      <w:tr w:rsidR="00386BD0" w:rsidTr="00384EF1">
                        <w:trPr>
                          <w:cantSplit/>
                          <w:trHeight w:val="288"/>
                        </w:trPr>
                        <w:tc>
                          <w:tcPr>
                            <w:tcW w:w="3428" w:type="dxa"/>
                            <w:gridSpan w:val="3"/>
                            <w:vAlign w:val="center"/>
                          </w:tcPr>
                          <w:p w:rsidR="00386BD0" w:rsidRPr="00D02133" w:rsidRDefault="00386BD0" w:rsidP="00624CEE">
                            <w:pPr>
                              <w:suppressOverlap/>
                            </w:pPr>
                            <w:r>
                              <w:t>City:</w:t>
                            </w:r>
                          </w:p>
                        </w:tc>
                        <w:tc>
                          <w:tcPr>
                            <w:tcW w:w="2641" w:type="dxa"/>
                            <w:gridSpan w:val="4"/>
                            <w:vAlign w:val="center"/>
                          </w:tcPr>
                          <w:p w:rsidR="00386BD0" w:rsidRPr="002C0936" w:rsidRDefault="00386BD0" w:rsidP="00624CEE">
                            <w:pPr>
                              <w:suppressOverlap/>
                            </w:pPr>
                            <w:r>
                              <w:t>County:</w:t>
                            </w:r>
                          </w:p>
                        </w:tc>
                        <w:tc>
                          <w:tcPr>
                            <w:tcW w:w="1724" w:type="dxa"/>
                            <w:gridSpan w:val="5"/>
                            <w:vAlign w:val="center"/>
                          </w:tcPr>
                          <w:p w:rsidR="00386BD0" w:rsidRPr="00EB52A5" w:rsidRDefault="00386BD0" w:rsidP="00624CEE">
                            <w:pPr>
                              <w:suppressOverlap/>
                            </w:pPr>
                            <w:r>
                              <w:t>Post Code:</w:t>
                            </w:r>
                          </w:p>
                        </w:tc>
                        <w:tc>
                          <w:tcPr>
                            <w:tcW w:w="2439" w:type="dxa"/>
                            <w:gridSpan w:val="2"/>
                            <w:vAlign w:val="center"/>
                          </w:tcPr>
                          <w:p w:rsidR="00386BD0" w:rsidRPr="00D02133" w:rsidRDefault="00386BD0" w:rsidP="00624CEE">
                            <w:pPr>
                              <w:suppressOverlap/>
                            </w:pPr>
                            <w:r>
                              <w:t>Phone:</w:t>
                            </w:r>
                          </w:p>
                        </w:tc>
                      </w:tr>
                      <w:tr w:rsidR="00386BD0" w:rsidTr="00624CEE">
                        <w:trPr>
                          <w:cantSplit/>
                          <w:trHeight w:val="288"/>
                        </w:trPr>
                        <w:tc>
                          <w:tcPr>
                            <w:tcW w:w="10232" w:type="dxa"/>
                            <w:gridSpan w:val="14"/>
                            <w:tcBorders>
                              <w:bottom w:val="single" w:sz="4" w:space="0" w:color="auto"/>
                            </w:tcBorders>
                            <w:vAlign w:val="center"/>
                          </w:tcPr>
                          <w:p w:rsidR="00386BD0" w:rsidRPr="00D02133" w:rsidRDefault="00386BD0" w:rsidP="00624CEE">
                            <w:pPr>
                              <w:suppressOverlap/>
                            </w:pPr>
                            <w:r>
                              <w:t>Relationship:</w:t>
                            </w:r>
                          </w:p>
                        </w:tc>
                      </w:tr>
                      <w:tr w:rsidR="00386BD0" w:rsidTr="00624CEE">
                        <w:trPr>
                          <w:cantSplit/>
                          <w:trHeight w:hRule="exact" w:val="317"/>
                        </w:trPr>
                        <w:tc>
                          <w:tcPr>
                            <w:tcW w:w="10232" w:type="dxa"/>
                            <w:gridSpan w:val="14"/>
                            <w:shd w:val="clear" w:color="auto" w:fill="404040" w:themeFill="text1" w:themeFillTint="BF"/>
                            <w:vAlign w:val="center"/>
                          </w:tcPr>
                          <w:p w:rsidR="00386BD0" w:rsidRPr="000C0676" w:rsidRDefault="00386BD0" w:rsidP="00624CEE">
                            <w:pPr>
                              <w:pStyle w:val="Heading1"/>
                              <w:suppressOverlap/>
                            </w:pPr>
                            <w:r>
                              <w:t>About the Assignment</w:t>
                            </w:r>
                          </w:p>
                        </w:tc>
                      </w:tr>
                      <w:tr w:rsidR="00386BD0" w:rsidRPr="00D02133" w:rsidTr="00604FE4">
                        <w:trPr>
                          <w:cantSplit/>
                          <w:trHeight w:hRule="exact" w:val="288"/>
                        </w:trPr>
                        <w:tc>
                          <w:tcPr>
                            <w:tcW w:w="2558" w:type="dxa"/>
                            <w:gridSpan w:val="2"/>
                            <w:vAlign w:val="center"/>
                          </w:tcPr>
                          <w:p w:rsidR="00386BD0" w:rsidRPr="00D02133" w:rsidRDefault="00386BD0" w:rsidP="00624CEE">
                            <w:pPr>
                              <w:suppressOverlap/>
                            </w:pPr>
                            <w:r>
                              <w:t>Is the Assignment:</w:t>
                            </w:r>
                          </w:p>
                          <w:tbl>
                            <w:tblPr>
                              <w:tblStyle w:val="TableGrid"/>
                              <w:tblW w:w="0" w:type="auto"/>
                              <w:tblLook w:val="04A0" w:firstRow="1" w:lastRow="0" w:firstColumn="1" w:lastColumn="0" w:noHBand="0" w:noVBand="1"/>
                            </w:tblPr>
                            <w:tblGrid>
                              <w:gridCol w:w="2384"/>
                            </w:tblGrid>
                            <w:tr w:rsidR="00386BD0" w:rsidTr="00604FE4">
                              <w:tc>
                                <w:tcPr>
                                  <w:tcW w:w="9987" w:type="dxa"/>
                                </w:tcPr>
                                <w:p w:rsidR="00386BD0" w:rsidRDefault="00386BD0" w:rsidP="00624CEE">
                                  <w:pPr>
                                    <w:suppressOverlap/>
                                  </w:pPr>
                                </w:p>
                              </w:tc>
                            </w:tr>
                          </w:tbl>
                          <w:p w:rsidR="00386BD0" w:rsidRPr="00D02133" w:rsidRDefault="00386BD0" w:rsidP="00624CEE">
                            <w:pPr>
                              <w:suppressOverlap/>
                            </w:pPr>
                          </w:p>
                        </w:tc>
                        <w:tc>
                          <w:tcPr>
                            <w:tcW w:w="2558" w:type="dxa"/>
                            <w:gridSpan w:val="4"/>
                            <w:vAlign w:val="center"/>
                          </w:tcPr>
                          <w:p w:rsidR="00386BD0" w:rsidRPr="00D02133" w:rsidRDefault="00386BD0" w:rsidP="00624CEE">
                            <w:pPr>
                              <w:suppressOverlap/>
                            </w:pPr>
                            <w:r>
                              <w:t>UK Based:</w:t>
                            </w:r>
                          </w:p>
                        </w:tc>
                        <w:tc>
                          <w:tcPr>
                            <w:tcW w:w="2558" w:type="dxa"/>
                            <w:gridSpan w:val="5"/>
                            <w:vAlign w:val="center"/>
                          </w:tcPr>
                          <w:p w:rsidR="00386BD0" w:rsidRPr="00D02133" w:rsidRDefault="00386BD0" w:rsidP="00624CEE">
                            <w:pPr>
                              <w:suppressOverlap/>
                            </w:pPr>
                            <w:r>
                              <w:t>Abroad:</w:t>
                            </w:r>
                          </w:p>
                        </w:tc>
                        <w:tc>
                          <w:tcPr>
                            <w:tcW w:w="2558" w:type="dxa"/>
                            <w:gridSpan w:val="3"/>
                            <w:vAlign w:val="center"/>
                          </w:tcPr>
                          <w:p w:rsidR="00386BD0" w:rsidRPr="00D02133" w:rsidRDefault="00386BD0" w:rsidP="00624CEE">
                            <w:pPr>
                              <w:suppressOverlap/>
                            </w:pPr>
                            <w:r>
                              <w:t>Offshore:</w:t>
                            </w:r>
                          </w:p>
                        </w:tc>
                      </w:tr>
                      <w:tr w:rsidR="00386BD0" w:rsidRPr="00D02133" w:rsidTr="00624CEE">
                        <w:trPr>
                          <w:cantSplit/>
                          <w:trHeight w:hRule="exact" w:val="288"/>
                        </w:trPr>
                        <w:tc>
                          <w:tcPr>
                            <w:tcW w:w="10232" w:type="dxa"/>
                            <w:gridSpan w:val="14"/>
                            <w:vAlign w:val="center"/>
                          </w:tcPr>
                          <w:p w:rsidR="00386BD0" w:rsidRPr="00D02133" w:rsidRDefault="00386BD0" w:rsidP="00624CEE">
                            <w:pPr>
                              <w:suppressOverlap/>
                            </w:pPr>
                            <w:r>
                              <w:t>How long will the Assignment last:</w:t>
                            </w:r>
                          </w:p>
                        </w:tc>
                      </w:tr>
                      <w:tr w:rsidR="00386BD0" w:rsidRPr="00D02133" w:rsidTr="00DB0EAB">
                        <w:trPr>
                          <w:cantSplit/>
                          <w:trHeight w:hRule="exact" w:val="288"/>
                        </w:trPr>
                        <w:tc>
                          <w:tcPr>
                            <w:tcW w:w="2558" w:type="dxa"/>
                            <w:gridSpan w:val="2"/>
                            <w:vAlign w:val="center"/>
                          </w:tcPr>
                          <w:p w:rsidR="00386BD0" w:rsidRPr="00D02133" w:rsidRDefault="00386BD0" w:rsidP="00624CEE">
                            <w:pPr>
                              <w:suppressOverlap/>
                            </w:pPr>
                            <w:r>
                              <w:t>Assignment classification:</w:t>
                            </w:r>
                          </w:p>
                        </w:tc>
                        <w:tc>
                          <w:tcPr>
                            <w:tcW w:w="2558" w:type="dxa"/>
                            <w:gridSpan w:val="4"/>
                            <w:vAlign w:val="center"/>
                          </w:tcPr>
                          <w:p w:rsidR="00386BD0" w:rsidRPr="00D02133" w:rsidRDefault="00386BD0" w:rsidP="00624CEE">
                            <w:pPr>
                              <w:suppressOverlap/>
                            </w:pPr>
                            <w:r>
                              <w:t>Trade:</w:t>
                            </w:r>
                          </w:p>
                        </w:tc>
                        <w:tc>
                          <w:tcPr>
                            <w:tcW w:w="2558" w:type="dxa"/>
                            <w:gridSpan w:val="5"/>
                            <w:vAlign w:val="center"/>
                          </w:tcPr>
                          <w:p w:rsidR="00386BD0" w:rsidRPr="00D02133" w:rsidRDefault="00386BD0" w:rsidP="00624CEE">
                            <w:pPr>
                              <w:suppressOverlap/>
                            </w:pPr>
                            <w:r>
                              <w:t>Technical:</w:t>
                            </w:r>
                          </w:p>
                        </w:tc>
                        <w:tc>
                          <w:tcPr>
                            <w:tcW w:w="2558" w:type="dxa"/>
                            <w:gridSpan w:val="3"/>
                            <w:vAlign w:val="center"/>
                          </w:tcPr>
                          <w:p w:rsidR="00386BD0" w:rsidRPr="00D02133" w:rsidRDefault="00386BD0" w:rsidP="00624CEE">
                            <w:pPr>
                              <w:suppressOverlap/>
                            </w:pPr>
                            <w:r>
                              <w:t>Rail:</w:t>
                            </w:r>
                          </w:p>
                        </w:tc>
                      </w:tr>
                      <w:tr w:rsidR="00386BD0" w:rsidRPr="009622B2" w:rsidTr="00624CEE">
                        <w:trPr>
                          <w:cantSplit/>
                          <w:trHeight w:hRule="exact" w:val="317"/>
                        </w:trPr>
                        <w:tc>
                          <w:tcPr>
                            <w:tcW w:w="10232" w:type="dxa"/>
                            <w:gridSpan w:val="14"/>
                            <w:shd w:val="clear" w:color="auto" w:fill="404040" w:themeFill="text1" w:themeFillTint="BF"/>
                            <w:vAlign w:val="center"/>
                          </w:tcPr>
                          <w:p w:rsidR="00386BD0" w:rsidRPr="000C0676" w:rsidRDefault="00386BD0" w:rsidP="00624CEE">
                            <w:pPr>
                              <w:pStyle w:val="Heading1"/>
                              <w:suppressOverlap/>
                            </w:pPr>
                            <w:r>
                              <w:t>Security</w:t>
                            </w:r>
                            <w:r w:rsidRPr="000C0676">
                              <w:t xml:space="preserve"> Information</w:t>
                            </w:r>
                          </w:p>
                        </w:tc>
                      </w:tr>
                      <w:tr w:rsidR="00386BD0" w:rsidRPr="009622B2" w:rsidTr="00624CEE">
                        <w:trPr>
                          <w:cantSplit/>
                          <w:trHeight w:hRule="exact" w:val="288"/>
                        </w:trPr>
                        <w:tc>
                          <w:tcPr>
                            <w:tcW w:w="10232" w:type="dxa"/>
                            <w:gridSpan w:val="14"/>
                            <w:vAlign w:val="center"/>
                          </w:tcPr>
                          <w:p w:rsidR="00386BD0" w:rsidRPr="009622B2" w:rsidRDefault="00386BD0" w:rsidP="00624CEE">
                            <w:pPr>
                              <w:suppressOverlap/>
                            </w:pPr>
                            <w:r>
                              <w:t>My chosen password is (seven digits):</w:t>
                            </w:r>
                          </w:p>
                        </w:tc>
                      </w:tr>
                      <w:tr w:rsidR="00386BD0" w:rsidRPr="00D02133" w:rsidTr="00624CEE">
                        <w:trPr>
                          <w:cantSplit/>
                          <w:trHeight w:hRule="exact" w:val="288"/>
                        </w:trPr>
                        <w:tc>
                          <w:tcPr>
                            <w:tcW w:w="7793" w:type="dxa"/>
                            <w:gridSpan w:val="12"/>
                            <w:vAlign w:val="center"/>
                          </w:tcPr>
                          <w:p w:rsidR="00386BD0" w:rsidRPr="00D02133" w:rsidRDefault="00386BD0" w:rsidP="00624CEE">
                            <w:pPr>
                              <w:suppressOverlap/>
                            </w:pPr>
                            <w:r>
                              <w:t>Mothers maiden name:</w:t>
                            </w:r>
                          </w:p>
                        </w:tc>
                        <w:tc>
                          <w:tcPr>
                            <w:tcW w:w="2439" w:type="dxa"/>
                            <w:gridSpan w:val="2"/>
                            <w:vAlign w:val="center"/>
                          </w:tcPr>
                          <w:p w:rsidR="00386BD0" w:rsidRPr="00D02133" w:rsidRDefault="00386BD0" w:rsidP="00624CEE">
                            <w:pPr>
                              <w:suppressOverlap/>
                            </w:pPr>
                          </w:p>
                        </w:tc>
                      </w:tr>
                      <w:tr w:rsidR="00386BD0" w:rsidRPr="00D02133" w:rsidTr="00DB0EAB">
                        <w:trPr>
                          <w:gridAfter w:val="5"/>
                          <w:wAfter w:w="3264" w:type="dxa"/>
                          <w:cantSplit/>
                          <w:trHeight w:hRule="exact" w:val="288"/>
                        </w:trPr>
                        <w:tc>
                          <w:tcPr>
                            <w:tcW w:w="3428" w:type="dxa"/>
                            <w:gridSpan w:val="3"/>
                            <w:tcBorders>
                              <w:bottom w:val="single" w:sz="4" w:space="0" w:color="auto"/>
                            </w:tcBorders>
                            <w:vAlign w:val="center"/>
                          </w:tcPr>
                          <w:p w:rsidR="00386BD0" w:rsidRPr="00D02133" w:rsidRDefault="00386BD0" w:rsidP="00624CEE">
                            <w:pPr>
                              <w:suppressOverlap/>
                            </w:pPr>
                            <w:r>
                              <w:t>Last school:</w:t>
                            </w:r>
                          </w:p>
                        </w:tc>
                        <w:tc>
                          <w:tcPr>
                            <w:tcW w:w="3540" w:type="dxa"/>
                            <w:gridSpan w:val="6"/>
                            <w:tcBorders>
                              <w:bottom w:val="single" w:sz="4" w:space="0" w:color="auto"/>
                            </w:tcBorders>
                            <w:vAlign w:val="center"/>
                          </w:tcPr>
                          <w:p w:rsidR="00386BD0" w:rsidRPr="00D02133" w:rsidRDefault="00386BD0" w:rsidP="00624CEE">
                            <w:pPr>
                              <w:suppressOverlap/>
                            </w:pPr>
                            <w:r>
                              <w:t>Town of birth:</w:t>
                            </w:r>
                          </w:p>
                        </w:tc>
                      </w:tr>
                      <w:tr w:rsidR="00386BD0" w:rsidTr="00624CEE">
                        <w:trPr>
                          <w:cantSplit/>
                          <w:trHeight w:hRule="exact" w:val="317"/>
                        </w:trPr>
                        <w:tc>
                          <w:tcPr>
                            <w:tcW w:w="10232" w:type="dxa"/>
                            <w:gridSpan w:val="14"/>
                            <w:shd w:val="clear" w:color="auto" w:fill="404040" w:themeFill="text1" w:themeFillTint="BF"/>
                            <w:vAlign w:val="center"/>
                          </w:tcPr>
                          <w:p w:rsidR="00386BD0" w:rsidRPr="000C0676" w:rsidRDefault="00386BD0" w:rsidP="00624CEE">
                            <w:pPr>
                              <w:pStyle w:val="Heading1"/>
                              <w:suppressOverlap/>
                            </w:pPr>
                            <w:r>
                              <w:t>How did you hear about us</w:t>
                            </w:r>
                          </w:p>
                        </w:tc>
                      </w:tr>
                      <w:tr w:rsidR="00386BD0" w:rsidTr="00DB0EAB">
                        <w:trPr>
                          <w:cantSplit/>
                          <w:trHeight w:hRule="exact" w:val="288"/>
                        </w:trPr>
                        <w:tc>
                          <w:tcPr>
                            <w:tcW w:w="2046" w:type="dxa"/>
                            <w:vAlign w:val="center"/>
                          </w:tcPr>
                          <w:p w:rsidR="00386BD0" w:rsidRPr="00D02133" w:rsidRDefault="00386BD0" w:rsidP="00624CEE">
                            <w:pPr>
                              <w:suppressOverlap/>
                            </w:pPr>
                            <w:r>
                              <w:t>Agency:</w:t>
                            </w:r>
                          </w:p>
                        </w:tc>
                        <w:tc>
                          <w:tcPr>
                            <w:tcW w:w="2046" w:type="dxa"/>
                            <w:gridSpan w:val="4"/>
                            <w:vAlign w:val="center"/>
                          </w:tcPr>
                          <w:p w:rsidR="00386BD0" w:rsidRPr="00D02133" w:rsidRDefault="00386BD0" w:rsidP="00624CEE">
                            <w:pPr>
                              <w:suppressOverlap/>
                            </w:pPr>
                            <w:r>
                              <w:t>Colleague:</w:t>
                            </w:r>
                          </w:p>
                        </w:tc>
                        <w:tc>
                          <w:tcPr>
                            <w:tcW w:w="2047" w:type="dxa"/>
                            <w:gridSpan w:val="3"/>
                            <w:vAlign w:val="center"/>
                          </w:tcPr>
                          <w:p w:rsidR="00386BD0" w:rsidRPr="00D02133" w:rsidRDefault="00386BD0" w:rsidP="00624CEE">
                            <w:pPr>
                              <w:suppressOverlap/>
                            </w:pPr>
                            <w:r>
                              <w:t>Existing client:</w:t>
                            </w:r>
                          </w:p>
                        </w:tc>
                        <w:tc>
                          <w:tcPr>
                            <w:tcW w:w="2046" w:type="dxa"/>
                            <w:gridSpan w:val="5"/>
                            <w:vAlign w:val="center"/>
                          </w:tcPr>
                          <w:p w:rsidR="00386BD0" w:rsidRPr="00D02133" w:rsidRDefault="00386BD0" w:rsidP="00624CEE">
                            <w:pPr>
                              <w:suppressOverlap/>
                            </w:pPr>
                            <w:r>
                              <w:t>Online:</w:t>
                            </w:r>
                          </w:p>
                        </w:tc>
                        <w:tc>
                          <w:tcPr>
                            <w:tcW w:w="2047" w:type="dxa"/>
                            <w:vAlign w:val="center"/>
                          </w:tcPr>
                          <w:p w:rsidR="00386BD0" w:rsidRPr="00D02133" w:rsidRDefault="00386BD0" w:rsidP="00624CEE">
                            <w:pPr>
                              <w:suppressOverlap/>
                            </w:pPr>
                            <w:r>
                              <w:t>Advertising:</w:t>
                            </w:r>
                          </w:p>
                        </w:tc>
                      </w:tr>
                    </w:tbl>
                    <w:p w:rsidR="00386BD0" w:rsidRPr="00707F1B" w:rsidRDefault="00386BD0"/>
                  </w:txbxContent>
                </v:textbox>
                <w10:wrap type="square"/>
              </v:shape>
            </w:pict>
          </mc:Fallback>
        </mc:AlternateContent>
      </w:r>
      <w:r w:rsidR="00DB0EAB">
        <w:t xml:space="preserve">            </w:t>
      </w:r>
      <w:bookmarkStart w:id="0" w:name="_GoBack"/>
      <w:bookmarkEnd w:id="0"/>
      <w:r w:rsidR="00DB0EAB">
        <w:tab/>
      </w:r>
    </w:p>
    <w:p w:rsidR="00FF5829" w:rsidRDefault="00FF5829" w:rsidP="00366037"/>
    <w:tbl>
      <w:tblPr>
        <w:tblStyle w:val="TableGrid"/>
        <w:tblpPr w:leftFromText="180" w:rightFromText="180" w:vertAnchor="text" w:horzAnchor="page" w:tblpX="1376" w:tblpY="921"/>
        <w:tblOverlap w:val="never"/>
        <w:tblW w:w="4962" w:type="pct"/>
        <w:tblCellMar>
          <w:left w:w="115" w:type="dxa"/>
          <w:right w:w="115" w:type="dxa"/>
        </w:tblCellMar>
        <w:tblLook w:val="01E0" w:firstRow="1" w:lastRow="1" w:firstColumn="1" w:lastColumn="1" w:noHBand="0" w:noVBand="0"/>
      </w:tblPr>
      <w:tblGrid>
        <w:gridCol w:w="7793"/>
        <w:gridCol w:w="2439"/>
      </w:tblGrid>
      <w:tr w:rsidR="00FF5829" w:rsidRPr="00D02133" w:rsidTr="00386BD0">
        <w:trPr>
          <w:cantSplit/>
          <w:trHeight w:hRule="exact" w:val="1142"/>
        </w:trPr>
        <w:tc>
          <w:tcPr>
            <w:tcW w:w="10232" w:type="dxa"/>
            <w:gridSpan w:val="2"/>
          </w:tcPr>
          <w:p w:rsidR="00FF5829" w:rsidRPr="00D02133" w:rsidRDefault="00386BD0" w:rsidP="00386BD0">
            <w:r>
              <w:t xml:space="preserve">“ I declare that all the information provided is correct and I understand that it is my responsibility to inform ‘YOUR PAY Ltd’ of any changes to my job title, personal, employment status, bank details as soon as possible. I also understand if I have provided details that relate to an account not held in my name, e.g. Spouse, and that relationship breaks down then YOUR PAY ltd cannot be held responsible for payments made to the nominated account. I also agree to the terms and conditions set out in the contract for services” </w:t>
            </w:r>
          </w:p>
        </w:tc>
      </w:tr>
      <w:tr w:rsidR="00FF5829" w:rsidRPr="00D02133" w:rsidTr="00386BD0">
        <w:trPr>
          <w:cantSplit/>
          <w:trHeight w:hRule="exact" w:val="504"/>
        </w:trPr>
        <w:tc>
          <w:tcPr>
            <w:tcW w:w="7793" w:type="dxa"/>
            <w:vAlign w:val="bottom"/>
          </w:tcPr>
          <w:p w:rsidR="00FF5829" w:rsidRPr="00D02133" w:rsidRDefault="00FF5829" w:rsidP="00386BD0">
            <w:r>
              <w:t>Signature of applicant:</w:t>
            </w:r>
          </w:p>
        </w:tc>
        <w:tc>
          <w:tcPr>
            <w:tcW w:w="2439" w:type="dxa"/>
            <w:vAlign w:val="bottom"/>
          </w:tcPr>
          <w:p w:rsidR="00FF5829" w:rsidRPr="00D02133" w:rsidRDefault="00FF5829" w:rsidP="00386BD0">
            <w:r>
              <w:t>Date:</w:t>
            </w:r>
          </w:p>
        </w:tc>
      </w:tr>
    </w:tbl>
    <w:p w:rsidR="00415F5F" w:rsidRDefault="00415F5F" w:rsidP="00366037"/>
    <w:sectPr w:rsidR="00415F5F" w:rsidSect="00AB2EBC">
      <w:pgSz w:w="12240" w:h="15840"/>
      <w:pgMar w:top="1080" w:right="1080" w:bottom="720" w:left="1080" w:header="720" w:footer="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rsidR="00386BD0" w:rsidRDefault="00386BD0">
      <w:r>
        <w:separator/>
      </w:r>
    </w:p>
  </w:endnote>
  <w:endnote w:type="continuationSeparator" w:id="0">
    <w:p w:rsidR="00386BD0" w:rsidRDefault="00386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rsidR="00386BD0" w:rsidRDefault="00386BD0">
      <w:r>
        <w:separator/>
      </w:r>
    </w:p>
  </w:footnote>
  <w:footnote w:type="continuationSeparator" w:id="0">
    <w:p w:rsidR="00386BD0" w:rsidRDefault="00386BD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DFDEFDBC"/>
    <w:lvl w:ilvl="0">
      <w:start w:val="1"/>
      <w:numFmt w:val="decimal"/>
      <w:lvlText w:val="%1."/>
      <w:lvlJc w:val="left"/>
      <w:pPr>
        <w:tabs>
          <w:tab w:val="num" w:pos="1800"/>
        </w:tabs>
        <w:ind w:left="1800" w:hanging="360"/>
      </w:pPr>
    </w:lvl>
  </w:abstractNum>
  <w:abstractNum w:abstractNumId="1">
    <w:nsid w:val="FFFFFF7D"/>
    <w:multiLevelType w:val="singleLevel"/>
    <w:tmpl w:val="B5341F16"/>
    <w:lvl w:ilvl="0">
      <w:start w:val="1"/>
      <w:numFmt w:val="decimal"/>
      <w:lvlText w:val="%1."/>
      <w:lvlJc w:val="left"/>
      <w:pPr>
        <w:tabs>
          <w:tab w:val="num" w:pos="1440"/>
        </w:tabs>
        <w:ind w:left="1440" w:hanging="360"/>
      </w:pPr>
    </w:lvl>
  </w:abstractNum>
  <w:abstractNum w:abstractNumId="2">
    <w:nsid w:val="FFFFFF7E"/>
    <w:multiLevelType w:val="singleLevel"/>
    <w:tmpl w:val="1D2470FC"/>
    <w:lvl w:ilvl="0">
      <w:start w:val="1"/>
      <w:numFmt w:val="decimal"/>
      <w:lvlText w:val="%1."/>
      <w:lvlJc w:val="left"/>
      <w:pPr>
        <w:tabs>
          <w:tab w:val="num" w:pos="1080"/>
        </w:tabs>
        <w:ind w:left="1080" w:hanging="360"/>
      </w:pPr>
    </w:lvl>
  </w:abstractNum>
  <w:abstractNum w:abstractNumId="3">
    <w:nsid w:val="FFFFFF7F"/>
    <w:multiLevelType w:val="singleLevel"/>
    <w:tmpl w:val="C2E20ED8"/>
    <w:lvl w:ilvl="0">
      <w:start w:val="1"/>
      <w:numFmt w:val="decimal"/>
      <w:lvlText w:val="%1."/>
      <w:lvlJc w:val="left"/>
      <w:pPr>
        <w:tabs>
          <w:tab w:val="num" w:pos="720"/>
        </w:tabs>
        <w:ind w:left="720" w:hanging="360"/>
      </w:pPr>
    </w:lvl>
  </w:abstractNum>
  <w:abstractNum w:abstractNumId="4">
    <w:nsid w:val="FFFFFF88"/>
    <w:multiLevelType w:val="singleLevel"/>
    <w:tmpl w:val="005C1A8C"/>
    <w:lvl w:ilvl="0">
      <w:start w:val="1"/>
      <w:numFmt w:val="decimal"/>
      <w:lvlText w:val="%1."/>
      <w:lvlJc w:val="left"/>
      <w:pPr>
        <w:tabs>
          <w:tab w:val="num" w:pos="360"/>
        </w:tabs>
        <w:ind w:left="360" w:hanging="36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D5"/>
    <w:rsid w:val="000077BD"/>
    <w:rsid w:val="000176EB"/>
    <w:rsid w:val="00017DD1"/>
    <w:rsid w:val="000332AD"/>
    <w:rsid w:val="000C0676"/>
    <w:rsid w:val="000C3395"/>
    <w:rsid w:val="000E13C6"/>
    <w:rsid w:val="000F59F0"/>
    <w:rsid w:val="0011649E"/>
    <w:rsid w:val="001352B9"/>
    <w:rsid w:val="00152052"/>
    <w:rsid w:val="0016303A"/>
    <w:rsid w:val="00190F40"/>
    <w:rsid w:val="001A731A"/>
    <w:rsid w:val="001F7A95"/>
    <w:rsid w:val="00240AF1"/>
    <w:rsid w:val="0024648C"/>
    <w:rsid w:val="002602F0"/>
    <w:rsid w:val="002C0936"/>
    <w:rsid w:val="003016B6"/>
    <w:rsid w:val="003122BD"/>
    <w:rsid w:val="00347296"/>
    <w:rsid w:val="00366037"/>
    <w:rsid w:val="00384215"/>
    <w:rsid w:val="00384EF1"/>
    <w:rsid w:val="00386BD0"/>
    <w:rsid w:val="003E0E46"/>
    <w:rsid w:val="003F2693"/>
    <w:rsid w:val="00415F5F"/>
    <w:rsid w:val="0042038C"/>
    <w:rsid w:val="00461DCB"/>
    <w:rsid w:val="00491A66"/>
    <w:rsid w:val="004D0F20"/>
    <w:rsid w:val="004D64E0"/>
    <w:rsid w:val="00532E88"/>
    <w:rsid w:val="00533094"/>
    <w:rsid w:val="005360D4"/>
    <w:rsid w:val="00544F9C"/>
    <w:rsid w:val="0054754E"/>
    <w:rsid w:val="0056338C"/>
    <w:rsid w:val="00580B81"/>
    <w:rsid w:val="005D4280"/>
    <w:rsid w:val="005E6B1B"/>
    <w:rsid w:val="00604FE4"/>
    <w:rsid w:val="00624CEE"/>
    <w:rsid w:val="006638AD"/>
    <w:rsid w:val="00671993"/>
    <w:rsid w:val="00682713"/>
    <w:rsid w:val="00722DE8"/>
    <w:rsid w:val="00733AC6"/>
    <w:rsid w:val="007344B3"/>
    <w:rsid w:val="0076738D"/>
    <w:rsid w:val="00770EEA"/>
    <w:rsid w:val="00776D79"/>
    <w:rsid w:val="007E3D81"/>
    <w:rsid w:val="008658E6"/>
    <w:rsid w:val="00872FB6"/>
    <w:rsid w:val="00884CA6"/>
    <w:rsid w:val="00884E5C"/>
    <w:rsid w:val="00887861"/>
    <w:rsid w:val="008D298C"/>
    <w:rsid w:val="00932D09"/>
    <w:rsid w:val="009622B2"/>
    <w:rsid w:val="009F58BB"/>
    <w:rsid w:val="00A16163"/>
    <w:rsid w:val="00A41E64"/>
    <w:rsid w:val="00A4373B"/>
    <w:rsid w:val="00AB2EBC"/>
    <w:rsid w:val="00AE1F72"/>
    <w:rsid w:val="00B04903"/>
    <w:rsid w:val="00B12708"/>
    <w:rsid w:val="00B41C69"/>
    <w:rsid w:val="00B531C4"/>
    <w:rsid w:val="00B96D9F"/>
    <w:rsid w:val="00BE09D6"/>
    <w:rsid w:val="00C10FF1"/>
    <w:rsid w:val="00C30E55"/>
    <w:rsid w:val="00C5090B"/>
    <w:rsid w:val="00C63324"/>
    <w:rsid w:val="00C77C42"/>
    <w:rsid w:val="00C81188"/>
    <w:rsid w:val="00CB3222"/>
    <w:rsid w:val="00CB5E53"/>
    <w:rsid w:val="00CC6A22"/>
    <w:rsid w:val="00CC7CB7"/>
    <w:rsid w:val="00CD3B96"/>
    <w:rsid w:val="00D02133"/>
    <w:rsid w:val="00D057C6"/>
    <w:rsid w:val="00D200DF"/>
    <w:rsid w:val="00D21FCD"/>
    <w:rsid w:val="00D2253E"/>
    <w:rsid w:val="00D34CBE"/>
    <w:rsid w:val="00D461ED"/>
    <w:rsid w:val="00D53D61"/>
    <w:rsid w:val="00D66A94"/>
    <w:rsid w:val="00D86DE5"/>
    <w:rsid w:val="00DA5F94"/>
    <w:rsid w:val="00DB0EAB"/>
    <w:rsid w:val="00DF1BA0"/>
    <w:rsid w:val="00E112B4"/>
    <w:rsid w:val="00E33DC8"/>
    <w:rsid w:val="00E630EB"/>
    <w:rsid w:val="00E75AE6"/>
    <w:rsid w:val="00E80215"/>
    <w:rsid w:val="00E83451"/>
    <w:rsid w:val="00EB52A5"/>
    <w:rsid w:val="00EC655E"/>
    <w:rsid w:val="00ED7E6C"/>
    <w:rsid w:val="00EE33CA"/>
    <w:rsid w:val="00F04B9B"/>
    <w:rsid w:val="00F0626A"/>
    <w:rsid w:val="00F07ED5"/>
    <w:rsid w:val="00F149CC"/>
    <w:rsid w:val="00F46364"/>
    <w:rsid w:val="00F74AAD"/>
    <w:rsid w:val="00FF5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Balloon Text"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B2EBC"/>
    <w:pPr>
      <w:spacing w:before="40" w:after="40"/>
    </w:pPr>
    <w:rPr>
      <w:rFonts w:asciiTheme="minorHAnsi" w:hAnsiTheme="minorHAnsi"/>
      <w:sz w:val="16"/>
      <w:szCs w:val="24"/>
    </w:rPr>
  </w:style>
  <w:style w:type="paragraph" w:styleId="Heading1">
    <w:name w:val="heading 1"/>
    <w:basedOn w:val="Normal"/>
    <w:next w:val="Normal"/>
    <w:qFormat/>
    <w:rsid w:val="00AB2EBC"/>
    <w:pPr>
      <w:outlineLvl w:val="0"/>
    </w:pPr>
    <w:rPr>
      <w:rFonts w:asciiTheme="majorHAnsi" w:hAnsiTheme="majorHAnsi"/>
      <w:b/>
      <w:bCs/>
      <w:color w:val="FFFFFF" w:themeColor="background1"/>
      <w:spacing w:val="10"/>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58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AB2EBC"/>
    <w:pPr>
      <w:spacing w:after="100"/>
      <w:jc w:val="center"/>
    </w:pPr>
    <w:rPr>
      <w:rFonts w:asciiTheme="majorHAnsi" w:hAnsiTheme="majorHAnsi" w:cs="Arial"/>
      <w:b/>
      <w:color w:val="262626" w:themeColor="text1" w:themeTint="D9"/>
      <w:sz w:val="32"/>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Balloon Text"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AB2EBC"/>
    <w:pPr>
      <w:spacing w:before="40" w:after="40"/>
    </w:pPr>
    <w:rPr>
      <w:rFonts w:asciiTheme="minorHAnsi" w:hAnsiTheme="minorHAnsi"/>
      <w:sz w:val="16"/>
      <w:szCs w:val="24"/>
    </w:rPr>
  </w:style>
  <w:style w:type="paragraph" w:styleId="Heading1">
    <w:name w:val="heading 1"/>
    <w:basedOn w:val="Normal"/>
    <w:next w:val="Normal"/>
    <w:qFormat/>
    <w:rsid w:val="00AB2EBC"/>
    <w:pPr>
      <w:outlineLvl w:val="0"/>
    </w:pPr>
    <w:rPr>
      <w:rFonts w:asciiTheme="majorHAnsi" w:hAnsiTheme="majorHAnsi"/>
      <w:b/>
      <w:bCs/>
      <w:color w:val="FFFFFF" w:themeColor="background1"/>
      <w:spacing w:val="10"/>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58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AB2EBC"/>
    <w:pPr>
      <w:spacing w:after="100"/>
      <w:jc w:val="center"/>
    </w:pPr>
    <w:rPr>
      <w:rFonts w:asciiTheme="majorHAnsi" w:hAnsiTheme="majorHAnsi" w:cs="Arial"/>
      <w:b/>
      <w:color w:val="262626" w:themeColor="text1" w:themeTint="D9"/>
      <w:sz w:val="32"/>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SSD:private:var:folders:1s:thnbtw5d5z7b61s56z64pzrh0000gt:T:TM028032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2035-01-01T08:00:00+00:00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717226</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 xsi:nil="true"/>
    <Markets xmlns="4873beb7-5857-4685-be1f-d57550cc96cc"/>
    <OriginAsset xmlns="4873beb7-5857-4685-be1f-d57550cc96cc" xsi:nil="true"/>
    <AssetStart xmlns="4873beb7-5857-4685-be1f-d57550cc96cc">2011-12-16T16:38:00+00:00</AssetStart>
    <FriendlyTitle xmlns="4873beb7-5857-4685-be1f-d57550cc96cc" xsi:nil="true"/>
    <MarketSpecific xmlns="4873beb7-5857-4685-be1f-d57550cc96cc">false</MarketSpecific>
    <TPNamespace xmlns="4873beb7-5857-4685-be1f-d57550cc96cc" xsi:nil="true"/>
    <PublishStatusLookup xmlns="4873beb7-5857-4685-be1f-d57550cc96cc">
      <Value>1372246</Value>
      <Value>1531200</Value>
    </PublishStatusLookup>
    <APAuthor xmlns="4873beb7-5857-4685-be1f-d57550cc96cc">
      <UserInfo>
        <DisplayName>REDMOND\v-gakel</DisplayName>
        <AccountId>2721</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Rental application</SourceTitl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2007 Template UpLeveling Do Not HandOff</UALocComments>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2007 Default</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TP102803270</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OfficeOnlineVNext,OfficeOnline</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14</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LocMarketGroupTiers2 xmlns="4873beb7-5857-4685-be1f-d57550cc96cc">,t:Tier 1,t:Tier 2,t:Tier 3,</LocMarketGroupTiers2>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40E45-F99D-4B75-A3E0-F6A01B03D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A94573-E26F-480F-97AC-5FD52EFEEA2F}">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CEB962B2-7AA2-45D3-9E7A-30ADA606020C}">
  <ds:schemaRefs>
    <ds:schemaRef ds:uri="http://schemas.microsoft.com/sharepoint/v3/contenttype/forms"/>
  </ds:schemaRefs>
</ds:datastoreItem>
</file>

<file path=customXml/itemProps4.xml><?xml version="1.0" encoding="utf-8"?>
<ds:datastoreItem xmlns:ds="http://schemas.openxmlformats.org/officeDocument/2006/customXml" ds:itemID="{50B8CD31-502D-7149-9F87-60EDCAADB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TM02803271</Template>
  <TotalTime>100</TotalTime>
  <Pages>1</Pages>
  <Words>72</Words>
  <Characters>509</Characters>
  <Application>Microsoft Macintosh Word</Application>
  <DocSecurity>0</DocSecurity>
  <Lines>101</Lines>
  <Paragraphs>44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Rental application</dc:title>
  <dc:creator>Microsoft Office User</dc:creator>
  <cp:lastModifiedBy>Microsoft Office User</cp:lastModifiedBy>
  <cp:revision>1</cp:revision>
  <cp:lastPrinted>2015-01-29T10:43:00Z</cp:lastPrinted>
  <dcterms:created xsi:type="dcterms:W3CDTF">2015-01-29T08:51:00Z</dcterms:created>
  <dcterms:modified xsi:type="dcterms:W3CDTF">2015-01-29T10:46:00Z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TC010014421033</vt:lpwstr>
  </property>
  <property fmtid="{D5CDD505-2E9C-101B-9397-08002B2CF9AE}" pid="3" name="ContentTypeId">
    <vt:lpwstr>0x0101006EDDDB5EE6D98C44930B742096920B300400F5B6D36B3EF94B4E9A635CDF2A18F5B8</vt:lpwstr>
  </property>
  <property fmtid="{D5CDD505-2E9C-101B-9397-08002B2CF9AE}" pid="4" name="InternalTags">
    <vt:lpwstr/>
  </property>
  <property fmtid="{D5CDD505-2E9C-101B-9397-08002B2CF9AE}" pid="5" name="FeatureTags">
    <vt:lpwstr/>
  </property>
  <property fmtid="{D5CDD505-2E9C-101B-9397-08002B2CF9AE}" pid="6" name="LocalizationTags">
    <vt:lpwstr/>
  </property>
  <property fmtid="{D5CDD505-2E9C-101B-9397-08002B2CF9AE}" pid="7" name="ScenarioTags">
    <vt:lpwstr/>
  </property>
  <property fmtid="{D5CDD505-2E9C-101B-9397-08002B2CF9AE}" pid="8" name="CampaignTags">
    <vt:lpwstr/>
  </property>
  <property fmtid="{D5CDD505-2E9C-101B-9397-08002B2CF9AE}" pid="9" name="LocMarketGroupTiers">
    <vt:lpwstr>,t:Tier 1,t:Tier 2,t:Tier 3,</vt:lpwstr>
  </property>
</Properties>
</file>