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2118DF" w14:textId="77777777" w:rsidR="00556E4C" w:rsidRPr="001A6C49" w:rsidRDefault="00556E4C"/>
    <w:p w14:paraId="008C92E5" w14:textId="6EDB771A" w:rsidR="00556E4C" w:rsidRPr="00532A9C" w:rsidRDefault="00556E4C" w:rsidP="00532A9C">
      <w:pPr>
        <w:widowControl w:val="0"/>
        <w:autoSpaceDE w:val="0"/>
        <w:autoSpaceDN w:val="0"/>
        <w:adjustRightInd w:val="0"/>
        <w:rPr>
          <w:rFonts w:ascii="Times" w:hAnsi="Times" w:cs="Times"/>
          <w:color w:val="BFBFBF" w:themeColor="background1" w:themeShade="BF"/>
          <w:lang w:val="en-US"/>
        </w:rPr>
      </w:pPr>
      <w:r w:rsidRPr="001A6C49">
        <w:rPr>
          <w:sz w:val="56"/>
          <w:szCs w:val="56"/>
          <w:u w:val="single"/>
        </w:rPr>
        <w:t>EXPENSES FORM</w:t>
      </w:r>
      <w:r w:rsidRPr="001A6C49">
        <w:tab/>
      </w:r>
      <w:r w:rsidRPr="001A6C49">
        <w:tab/>
      </w:r>
      <w:r w:rsidRPr="001A6C49">
        <w:tab/>
      </w:r>
      <w:r w:rsidRPr="001A6C49">
        <w:tab/>
      </w:r>
      <w:r w:rsidRPr="001A6C49">
        <w:tab/>
      </w:r>
      <w:r w:rsidRPr="001A6C49">
        <w:tab/>
      </w:r>
      <w:r w:rsidRPr="001A6C49">
        <w:tab/>
      </w:r>
      <w:r w:rsidRPr="001A6C49">
        <w:tab/>
      </w:r>
      <w:r w:rsidRPr="001A6C49">
        <w:tab/>
      </w:r>
      <w:r w:rsidR="00532A9C">
        <w:rPr>
          <w:rFonts w:ascii="Times" w:hAnsi="Times" w:cs="Times"/>
          <w:noProof/>
          <w:lang w:val="en-US"/>
        </w:rPr>
        <w:drawing>
          <wp:inline distT="0" distB="0" distL="0" distR="0" wp14:anchorId="07C5EAD2" wp14:editId="15BA5449">
            <wp:extent cx="1600200" cy="50419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600" cy="508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2A9C">
        <w:tab/>
      </w:r>
      <w:r w:rsidR="00532A9C">
        <w:tab/>
        <w:t xml:space="preserve">Tel   01525 712230 </w:t>
      </w:r>
      <w:r w:rsidR="00532A9C">
        <w:tab/>
        <w:t xml:space="preserve"> Email   expenses@your-pay.co.uk</w:t>
      </w:r>
      <w:r w:rsidR="00532A9C">
        <w:tab/>
      </w:r>
      <w:r w:rsidR="00532A9C">
        <w:tab/>
      </w:r>
      <w:r w:rsidR="00532A9C">
        <w:tab/>
      </w:r>
      <w:r w:rsidR="00532A9C">
        <w:tab/>
      </w:r>
      <w:r w:rsidR="00532A9C">
        <w:tab/>
      </w:r>
      <w:r w:rsidR="00532A9C">
        <w:tab/>
        <w:t xml:space="preserve">           </w:t>
      </w:r>
      <w:r w:rsidR="00532A9C">
        <w:rPr>
          <w:color w:val="BFBFBF" w:themeColor="background1" w:themeShade="BF"/>
        </w:rPr>
        <w:t>made simple</w:t>
      </w:r>
    </w:p>
    <w:p w14:paraId="2BEC017B" w14:textId="77777777" w:rsidR="00064AD7" w:rsidRPr="001A6C49" w:rsidRDefault="00064AD7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4252"/>
        <w:gridCol w:w="1843"/>
        <w:gridCol w:w="3118"/>
      </w:tblGrid>
      <w:tr w:rsidR="00064AD7" w:rsidRPr="001A6C49" w14:paraId="38D93504" w14:textId="77777777" w:rsidTr="00C44E0D">
        <w:tc>
          <w:tcPr>
            <w:tcW w:w="1668" w:type="dxa"/>
            <w:shd w:val="clear" w:color="auto" w:fill="BFBFBF" w:themeFill="background1" w:themeFillShade="BF"/>
          </w:tcPr>
          <w:p w14:paraId="18019E8F" w14:textId="77777777" w:rsidR="00064AD7" w:rsidRPr="001A6C49" w:rsidRDefault="00064AD7" w:rsidP="00064AD7">
            <w:r w:rsidRPr="001A6C49">
              <w:t>Name:</w:t>
            </w:r>
          </w:p>
        </w:tc>
        <w:tc>
          <w:tcPr>
            <w:tcW w:w="4252" w:type="dxa"/>
          </w:tcPr>
          <w:p w14:paraId="112C8EE2" w14:textId="1A5B5FDC" w:rsidR="00064AD7" w:rsidRPr="001A6C49" w:rsidRDefault="00064AD7" w:rsidP="00064AD7"/>
        </w:tc>
        <w:tc>
          <w:tcPr>
            <w:tcW w:w="1843" w:type="dxa"/>
            <w:shd w:val="clear" w:color="auto" w:fill="BFBFBF" w:themeFill="background1" w:themeFillShade="BF"/>
          </w:tcPr>
          <w:p w14:paraId="75723566" w14:textId="77777777" w:rsidR="00064AD7" w:rsidRPr="001A6C49" w:rsidRDefault="00064AD7" w:rsidP="00064AD7">
            <w:r w:rsidRPr="001A6C49">
              <w:t>Agency:</w:t>
            </w:r>
          </w:p>
        </w:tc>
        <w:tc>
          <w:tcPr>
            <w:tcW w:w="3118" w:type="dxa"/>
          </w:tcPr>
          <w:p w14:paraId="39778294" w14:textId="77777777" w:rsidR="00064AD7" w:rsidRPr="001A6C49" w:rsidRDefault="00064AD7" w:rsidP="00064AD7"/>
        </w:tc>
      </w:tr>
      <w:tr w:rsidR="00064AD7" w:rsidRPr="001A6C49" w14:paraId="6832E6FA" w14:textId="77777777" w:rsidTr="00C44E0D">
        <w:tc>
          <w:tcPr>
            <w:tcW w:w="1668" w:type="dxa"/>
            <w:shd w:val="clear" w:color="auto" w:fill="BFBFBF" w:themeFill="background1" w:themeFillShade="BF"/>
          </w:tcPr>
          <w:p w14:paraId="7FD3BEB4" w14:textId="77777777" w:rsidR="00064AD7" w:rsidRPr="001A6C49" w:rsidRDefault="00064AD7" w:rsidP="00064AD7">
            <w:r w:rsidRPr="001A6C49">
              <w:t>Week Ending:</w:t>
            </w:r>
          </w:p>
        </w:tc>
        <w:tc>
          <w:tcPr>
            <w:tcW w:w="4252" w:type="dxa"/>
          </w:tcPr>
          <w:p w14:paraId="794800F0" w14:textId="77777777" w:rsidR="00064AD7" w:rsidRPr="001A6C49" w:rsidRDefault="00064AD7" w:rsidP="00064AD7"/>
        </w:tc>
        <w:tc>
          <w:tcPr>
            <w:tcW w:w="1843" w:type="dxa"/>
            <w:shd w:val="clear" w:color="auto" w:fill="BFBFBF" w:themeFill="background1" w:themeFillShade="BF"/>
          </w:tcPr>
          <w:p w14:paraId="5A58F9A3" w14:textId="77777777" w:rsidR="00064AD7" w:rsidRPr="001A6C49" w:rsidRDefault="00064AD7" w:rsidP="00064AD7">
            <w:proofErr w:type="spellStart"/>
            <w:r w:rsidRPr="001A6C49">
              <w:t>Emp</w:t>
            </w:r>
            <w:proofErr w:type="spellEnd"/>
            <w:r w:rsidRPr="001A6C49">
              <w:t xml:space="preserve"> No:</w:t>
            </w:r>
          </w:p>
        </w:tc>
        <w:tc>
          <w:tcPr>
            <w:tcW w:w="3118" w:type="dxa"/>
          </w:tcPr>
          <w:p w14:paraId="226DC532" w14:textId="77777777" w:rsidR="00064AD7" w:rsidRPr="001A6C49" w:rsidRDefault="00064AD7" w:rsidP="00064AD7"/>
        </w:tc>
      </w:tr>
    </w:tbl>
    <w:p w14:paraId="03D40088" w14:textId="77777777" w:rsidR="00F46B18" w:rsidRPr="001A6C49" w:rsidRDefault="00F46B18" w:rsidP="00C44E0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44"/>
        <w:gridCol w:w="2150"/>
        <w:gridCol w:w="2835"/>
        <w:gridCol w:w="2410"/>
      </w:tblGrid>
      <w:tr w:rsidR="00F46B18" w:rsidRPr="001A6C49" w14:paraId="02B7BF11" w14:textId="77777777" w:rsidTr="00F46B18">
        <w:tc>
          <w:tcPr>
            <w:tcW w:w="1077" w:type="dxa"/>
          </w:tcPr>
          <w:p w14:paraId="7725109C" w14:textId="77777777" w:rsidR="00F46B18" w:rsidRPr="001A6C49" w:rsidRDefault="00F46B18" w:rsidP="00C44E0D">
            <w:pPr>
              <w:rPr>
                <w:b/>
              </w:rPr>
            </w:pPr>
            <w:r w:rsidRPr="001A6C49">
              <w:rPr>
                <w:b/>
              </w:rPr>
              <w:t>Mileage:</w:t>
            </w:r>
          </w:p>
        </w:tc>
        <w:tc>
          <w:tcPr>
            <w:tcW w:w="2150" w:type="dxa"/>
          </w:tcPr>
          <w:p w14:paraId="63FB1B25" w14:textId="77777777" w:rsidR="00F46B18" w:rsidRPr="001A6C49" w:rsidRDefault="00F46B18" w:rsidP="00C44E0D">
            <w:r w:rsidRPr="001A6C49">
              <w:t>CAR: 45p per mile</w:t>
            </w:r>
          </w:p>
        </w:tc>
        <w:tc>
          <w:tcPr>
            <w:tcW w:w="2835" w:type="dxa"/>
          </w:tcPr>
          <w:p w14:paraId="334D38A1" w14:textId="77777777" w:rsidR="00F46B18" w:rsidRPr="001A6C49" w:rsidRDefault="00F46B18" w:rsidP="00C44E0D">
            <w:r w:rsidRPr="001A6C49">
              <w:t>Motorbike: 24p per mile</w:t>
            </w:r>
          </w:p>
        </w:tc>
        <w:tc>
          <w:tcPr>
            <w:tcW w:w="2410" w:type="dxa"/>
          </w:tcPr>
          <w:p w14:paraId="34823854" w14:textId="77777777" w:rsidR="00F46B18" w:rsidRPr="001A6C49" w:rsidRDefault="00F46B18" w:rsidP="00C44E0D">
            <w:r w:rsidRPr="001A6C49">
              <w:t>Bicycle: 20p per mile</w:t>
            </w:r>
          </w:p>
        </w:tc>
      </w:tr>
    </w:tbl>
    <w:p w14:paraId="5E29ACC4" w14:textId="77777777" w:rsidR="00C44E0D" w:rsidRPr="001A6C49" w:rsidRDefault="00C44E0D"/>
    <w:tbl>
      <w:tblPr>
        <w:tblStyle w:val="TableGrid"/>
        <w:tblW w:w="1545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993"/>
        <w:gridCol w:w="992"/>
        <w:gridCol w:w="2410"/>
        <w:gridCol w:w="709"/>
        <w:gridCol w:w="1984"/>
        <w:gridCol w:w="1559"/>
        <w:gridCol w:w="983"/>
        <w:gridCol w:w="1131"/>
        <w:gridCol w:w="1548"/>
        <w:gridCol w:w="1588"/>
        <w:gridCol w:w="1554"/>
      </w:tblGrid>
      <w:tr w:rsidR="00556E4C" w:rsidRPr="001A6C49" w14:paraId="380AE56B" w14:textId="77777777" w:rsidTr="005A2BAA">
        <w:tc>
          <w:tcPr>
            <w:tcW w:w="993" w:type="dxa"/>
            <w:shd w:val="clear" w:color="auto" w:fill="BFBFBF" w:themeFill="background1" w:themeFillShade="BF"/>
          </w:tcPr>
          <w:p w14:paraId="7FD5C0E1" w14:textId="77777777" w:rsidR="00064AD7" w:rsidRPr="001A6C49" w:rsidRDefault="00064AD7"/>
          <w:p w14:paraId="46557B3D" w14:textId="77777777" w:rsidR="00064AD7" w:rsidRPr="001A6C49" w:rsidRDefault="00064AD7">
            <w:r w:rsidRPr="001A6C49">
              <w:t>Date: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5865A49B" w14:textId="77777777" w:rsidR="00064AD7" w:rsidRPr="001A6C49" w:rsidRDefault="00064AD7"/>
          <w:p w14:paraId="4E68B928" w14:textId="77777777" w:rsidR="00064AD7" w:rsidRPr="001A6C49" w:rsidRDefault="00064AD7">
            <w:r w:rsidRPr="001A6C49">
              <w:t>Receipt No: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22940E1F" w14:textId="77777777" w:rsidR="00064AD7" w:rsidRPr="001A6C49" w:rsidRDefault="00064AD7"/>
          <w:p w14:paraId="24EE85E4" w14:textId="77777777" w:rsidR="00064AD7" w:rsidRPr="001A6C49" w:rsidRDefault="00064AD7">
            <w:r w:rsidRPr="001A6C49">
              <w:t>Description: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14:paraId="6D93525E" w14:textId="77777777" w:rsidR="00064AD7" w:rsidRPr="001A6C49" w:rsidRDefault="00064AD7"/>
          <w:p w14:paraId="47CBD87C" w14:textId="77777777" w:rsidR="00064AD7" w:rsidRPr="001A6C49" w:rsidRDefault="00064AD7">
            <w:r w:rsidRPr="001A6C49">
              <w:t>VAT</w:t>
            </w:r>
          </w:p>
        </w:tc>
        <w:tc>
          <w:tcPr>
            <w:tcW w:w="1984" w:type="dxa"/>
            <w:shd w:val="clear" w:color="auto" w:fill="BFBFBF" w:themeFill="background1" w:themeFillShade="BF"/>
          </w:tcPr>
          <w:p w14:paraId="723CDC18" w14:textId="77777777" w:rsidR="00064AD7" w:rsidRPr="001A6C49" w:rsidRDefault="00064AD7"/>
          <w:p w14:paraId="23D476C3" w14:textId="77777777" w:rsidR="00064AD7" w:rsidRPr="001A6C49" w:rsidRDefault="00556E4C">
            <w:r w:rsidRPr="001A6C49">
              <w:t>Accommodation</w:t>
            </w:r>
            <w:r w:rsidR="00064AD7" w:rsidRPr="001A6C49">
              <w:t>: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7877D3B3" w14:textId="77777777" w:rsidR="005A2BAA" w:rsidRDefault="005A2BAA">
            <w:r>
              <w:t>Taxi/</w:t>
            </w:r>
            <w:r w:rsidR="00064AD7" w:rsidRPr="001A6C49">
              <w:t>Fares</w:t>
            </w:r>
            <w:r>
              <w:t>: (eg bus, train. Please</w:t>
            </w:r>
          </w:p>
          <w:p w14:paraId="1CE5D1AC" w14:textId="4CA13CE7" w:rsidR="005A2BAA" w:rsidRPr="001A6C49" w:rsidRDefault="005A2BAA">
            <w:r>
              <w:t>Specify)</w:t>
            </w:r>
          </w:p>
        </w:tc>
        <w:tc>
          <w:tcPr>
            <w:tcW w:w="983" w:type="dxa"/>
            <w:shd w:val="clear" w:color="auto" w:fill="BFBFBF" w:themeFill="background1" w:themeFillShade="BF"/>
          </w:tcPr>
          <w:p w14:paraId="37A96709" w14:textId="77777777" w:rsidR="00064AD7" w:rsidRPr="001A6C49" w:rsidRDefault="00064AD7"/>
          <w:p w14:paraId="78E29CE8" w14:textId="77777777" w:rsidR="00064AD7" w:rsidRPr="001A6C49" w:rsidRDefault="00064AD7">
            <w:r w:rsidRPr="001A6C49">
              <w:t>Petrol:</w:t>
            </w:r>
          </w:p>
        </w:tc>
        <w:tc>
          <w:tcPr>
            <w:tcW w:w="1131" w:type="dxa"/>
            <w:shd w:val="clear" w:color="auto" w:fill="BFBFBF" w:themeFill="background1" w:themeFillShade="BF"/>
          </w:tcPr>
          <w:p w14:paraId="28AA6BEA" w14:textId="77777777" w:rsidR="00064AD7" w:rsidRPr="001A6C49" w:rsidRDefault="00064AD7"/>
          <w:p w14:paraId="2CFABEC2" w14:textId="77777777" w:rsidR="00064AD7" w:rsidRPr="001A6C49" w:rsidRDefault="00064AD7">
            <w:r w:rsidRPr="001A6C49">
              <w:t>Mileage:</w:t>
            </w:r>
          </w:p>
        </w:tc>
        <w:tc>
          <w:tcPr>
            <w:tcW w:w="1548" w:type="dxa"/>
            <w:shd w:val="clear" w:color="auto" w:fill="BFBFBF" w:themeFill="background1" w:themeFillShade="BF"/>
          </w:tcPr>
          <w:p w14:paraId="2A74EEA5" w14:textId="77777777" w:rsidR="00064AD7" w:rsidRPr="001A6C49" w:rsidRDefault="00064AD7">
            <w:r w:rsidRPr="001A6C49">
              <w:t>Daily</w:t>
            </w:r>
          </w:p>
          <w:p w14:paraId="62F4056F" w14:textId="77777777" w:rsidR="00064AD7" w:rsidRPr="001A6C49" w:rsidRDefault="00064AD7">
            <w:r w:rsidRPr="001A6C49">
              <w:t>Food</w:t>
            </w:r>
          </w:p>
          <w:p w14:paraId="468156D4" w14:textId="77777777" w:rsidR="00064AD7" w:rsidRPr="001A6C49" w:rsidRDefault="00064AD7">
            <w:r w:rsidRPr="001A6C49">
              <w:t>Allowance:</w:t>
            </w:r>
          </w:p>
          <w:p w14:paraId="6AECE53F" w14:textId="77777777" w:rsidR="00064AD7" w:rsidRPr="001A6C49" w:rsidRDefault="00064AD7"/>
        </w:tc>
        <w:tc>
          <w:tcPr>
            <w:tcW w:w="1588" w:type="dxa"/>
            <w:shd w:val="clear" w:color="auto" w:fill="BFBFBF" w:themeFill="background1" w:themeFillShade="BF"/>
          </w:tcPr>
          <w:p w14:paraId="1D2380C0" w14:textId="010373E1" w:rsidR="00556E4C" w:rsidRPr="001A6C49" w:rsidRDefault="00556E4C">
            <w:r w:rsidRPr="001A6C49">
              <w:t>Other</w:t>
            </w:r>
            <w:r w:rsidR="00C44E0D" w:rsidRPr="001A6C49">
              <w:t xml:space="preserve"> Items</w:t>
            </w:r>
            <w:r w:rsidR="005A2BAA">
              <w:t>:</w:t>
            </w:r>
          </w:p>
          <w:p w14:paraId="760EF7B9" w14:textId="77777777" w:rsidR="00C44E0D" w:rsidRPr="001A6C49" w:rsidRDefault="00C44E0D">
            <w:r w:rsidRPr="001A6C49">
              <w:t>(e</w:t>
            </w:r>
            <w:bookmarkStart w:id="0" w:name="_GoBack"/>
            <w:bookmarkEnd w:id="0"/>
            <w:r w:rsidRPr="001A6C49">
              <w:t>g. Food, PPE. Please specify)</w:t>
            </w:r>
          </w:p>
        </w:tc>
        <w:tc>
          <w:tcPr>
            <w:tcW w:w="1554" w:type="dxa"/>
            <w:shd w:val="clear" w:color="auto" w:fill="BFBFBF" w:themeFill="background1" w:themeFillShade="BF"/>
          </w:tcPr>
          <w:p w14:paraId="37427A54" w14:textId="77777777" w:rsidR="00064AD7" w:rsidRPr="001A6C49" w:rsidRDefault="00064AD7" w:rsidP="00064AD7">
            <w:pPr>
              <w:ind w:right="-924"/>
            </w:pPr>
          </w:p>
          <w:p w14:paraId="0C5BC7C1" w14:textId="77777777" w:rsidR="00556E4C" w:rsidRPr="001A6C49" w:rsidRDefault="00556E4C" w:rsidP="00064AD7">
            <w:pPr>
              <w:ind w:right="-924"/>
            </w:pPr>
            <w:r w:rsidRPr="001A6C49">
              <w:t>Totals:</w:t>
            </w:r>
          </w:p>
        </w:tc>
      </w:tr>
      <w:tr w:rsidR="00064AD7" w:rsidRPr="001A6C49" w14:paraId="4179BB5A" w14:textId="77777777" w:rsidTr="005A2BAA">
        <w:tc>
          <w:tcPr>
            <w:tcW w:w="993" w:type="dxa"/>
          </w:tcPr>
          <w:p w14:paraId="15101D74" w14:textId="0087BB27" w:rsidR="00064AD7" w:rsidRPr="001A6C49" w:rsidRDefault="00064AD7"/>
          <w:p w14:paraId="2646ADFB" w14:textId="77777777" w:rsidR="00064AD7" w:rsidRPr="001A6C49" w:rsidRDefault="00064AD7"/>
        </w:tc>
        <w:tc>
          <w:tcPr>
            <w:tcW w:w="992" w:type="dxa"/>
          </w:tcPr>
          <w:p w14:paraId="008D2A90" w14:textId="77777777" w:rsidR="00064AD7" w:rsidRPr="001A6C49" w:rsidRDefault="00064AD7"/>
        </w:tc>
        <w:tc>
          <w:tcPr>
            <w:tcW w:w="2410" w:type="dxa"/>
          </w:tcPr>
          <w:p w14:paraId="42A68884" w14:textId="77777777" w:rsidR="00064AD7" w:rsidRPr="001A6C49" w:rsidRDefault="00064AD7"/>
        </w:tc>
        <w:tc>
          <w:tcPr>
            <w:tcW w:w="709" w:type="dxa"/>
          </w:tcPr>
          <w:p w14:paraId="09CFFE42" w14:textId="77777777" w:rsidR="00064AD7" w:rsidRPr="001A6C49" w:rsidRDefault="00064AD7"/>
        </w:tc>
        <w:tc>
          <w:tcPr>
            <w:tcW w:w="1984" w:type="dxa"/>
          </w:tcPr>
          <w:p w14:paraId="0B59E1CD" w14:textId="77777777" w:rsidR="00064AD7" w:rsidRPr="001A6C49" w:rsidRDefault="00064AD7"/>
        </w:tc>
        <w:tc>
          <w:tcPr>
            <w:tcW w:w="1559" w:type="dxa"/>
          </w:tcPr>
          <w:p w14:paraId="12383551" w14:textId="77777777" w:rsidR="00064AD7" w:rsidRPr="001A6C49" w:rsidRDefault="00064AD7"/>
        </w:tc>
        <w:tc>
          <w:tcPr>
            <w:tcW w:w="983" w:type="dxa"/>
          </w:tcPr>
          <w:p w14:paraId="11620E9D" w14:textId="77777777" w:rsidR="00064AD7" w:rsidRPr="001A6C49" w:rsidRDefault="00064AD7"/>
        </w:tc>
        <w:tc>
          <w:tcPr>
            <w:tcW w:w="1131" w:type="dxa"/>
          </w:tcPr>
          <w:p w14:paraId="79D75A9F" w14:textId="77777777" w:rsidR="00064AD7" w:rsidRPr="001A6C49" w:rsidRDefault="00064AD7"/>
        </w:tc>
        <w:tc>
          <w:tcPr>
            <w:tcW w:w="1548" w:type="dxa"/>
          </w:tcPr>
          <w:p w14:paraId="55BC91CD" w14:textId="77777777" w:rsidR="00064AD7" w:rsidRPr="001A6C49" w:rsidRDefault="00064AD7"/>
        </w:tc>
        <w:tc>
          <w:tcPr>
            <w:tcW w:w="1588" w:type="dxa"/>
          </w:tcPr>
          <w:p w14:paraId="3E32520B" w14:textId="77777777" w:rsidR="00064AD7" w:rsidRPr="001A6C49" w:rsidRDefault="00064AD7"/>
        </w:tc>
        <w:tc>
          <w:tcPr>
            <w:tcW w:w="1554" w:type="dxa"/>
          </w:tcPr>
          <w:p w14:paraId="2B825168" w14:textId="77777777" w:rsidR="00064AD7" w:rsidRPr="001A6C49" w:rsidRDefault="00064AD7"/>
        </w:tc>
      </w:tr>
      <w:tr w:rsidR="00064AD7" w:rsidRPr="001A6C49" w14:paraId="6540F2FA" w14:textId="77777777" w:rsidTr="005A2BAA">
        <w:tc>
          <w:tcPr>
            <w:tcW w:w="993" w:type="dxa"/>
          </w:tcPr>
          <w:p w14:paraId="76154ADA" w14:textId="77777777" w:rsidR="00064AD7" w:rsidRPr="001A6C49" w:rsidRDefault="00064AD7"/>
          <w:p w14:paraId="29E58143" w14:textId="77777777" w:rsidR="00064AD7" w:rsidRPr="001A6C49" w:rsidRDefault="00064AD7"/>
        </w:tc>
        <w:tc>
          <w:tcPr>
            <w:tcW w:w="992" w:type="dxa"/>
          </w:tcPr>
          <w:p w14:paraId="649CA8C0" w14:textId="77777777" w:rsidR="00064AD7" w:rsidRPr="001A6C49" w:rsidRDefault="00064AD7"/>
        </w:tc>
        <w:tc>
          <w:tcPr>
            <w:tcW w:w="2410" w:type="dxa"/>
          </w:tcPr>
          <w:p w14:paraId="6902BD8A" w14:textId="77777777" w:rsidR="00064AD7" w:rsidRPr="001A6C49" w:rsidRDefault="00064AD7"/>
        </w:tc>
        <w:tc>
          <w:tcPr>
            <w:tcW w:w="709" w:type="dxa"/>
          </w:tcPr>
          <w:p w14:paraId="292E57A3" w14:textId="77777777" w:rsidR="00064AD7" w:rsidRPr="001A6C49" w:rsidRDefault="00064AD7"/>
        </w:tc>
        <w:tc>
          <w:tcPr>
            <w:tcW w:w="1984" w:type="dxa"/>
          </w:tcPr>
          <w:p w14:paraId="71E4CF65" w14:textId="77777777" w:rsidR="00064AD7" w:rsidRPr="001A6C49" w:rsidRDefault="00064AD7"/>
        </w:tc>
        <w:tc>
          <w:tcPr>
            <w:tcW w:w="1559" w:type="dxa"/>
          </w:tcPr>
          <w:p w14:paraId="71F544F5" w14:textId="77777777" w:rsidR="00064AD7" w:rsidRPr="001A6C49" w:rsidRDefault="00064AD7"/>
        </w:tc>
        <w:tc>
          <w:tcPr>
            <w:tcW w:w="983" w:type="dxa"/>
          </w:tcPr>
          <w:p w14:paraId="6963612A" w14:textId="77777777" w:rsidR="00064AD7" w:rsidRPr="001A6C49" w:rsidRDefault="00064AD7"/>
        </w:tc>
        <w:tc>
          <w:tcPr>
            <w:tcW w:w="1131" w:type="dxa"/>
          </w:tcPr>
          <w:p w14:paraId="24937355" w14:textId="77777777" w:rsidR="00064AD7" w:rsidRPr="001A6C49" w:rsidRDefault="00064AD7"/>
        </w:tc>
        <w:tc>
          <w:tcPr>
            <w:tcW w:w="1548" w:type="dxa"/>
          </w:tcPr>
          <w:p w14:paraId="47BC4D02" w14:textId="77777777" w:rsidR="00064AD7" w:rsidRPr="001A6C49" w:rsidRDefault="00064AD7"/>
        </w:tc>
        <w:tc>
          <w:tcPr>
            <w:tcW w:w="1588" w:type="dxa"/>
          </w:tcPr>
          <w:p w14:paraId="1DE32A5C" w14:textId="77777777" w:rsidR="00064AD7" w:rsidRPr="001A6C49" w:rsidRDefault="00064AD7"/>
        </w:tc>
        <w:tc>
          <w:tcPr>
            <w:tcW w:w="1554" w:type="dxa"/>
          </w:tcPr>
          <w:p w14:paraId="2EDCBCBA" w14:textId="77777777" w:rsidR="00064AD7" w:rsidRPr="001A6C49" w:rsidRDefault="00064AD7"/>
        </w:tc>
      </w:tr>
      <w:tr w:rsidR="00064AD7" w:rsidRPr="001A6C49" w14:paraId="08C487E5" w14:textId="77777777" w:rsidTr="005A2BAA">
        <w:tc>
          <w:tcPr>
            <w:tcW w:w="993" w:type="dxa"/>
          </w:tcPr>
          <w:p w14:paraId="07B63EA2" w14:textId="77777777" w:rsidR="00064AD7" w:rsidRPr="001A6C49" w:rsidRDefault="00064AD7"/>
          <w:p w14:paraId="758D9036" w14:textId="77777777" w:rsidR="00064AD7" w:rsidRPr="001A6C49" w:rsidRDefault="00064AD7"/>
        </w:tc>
        <w:tc>
          <w:tcPr>
            <w:tcW w:w="992" w:type="dxa"/>
          </w:tcPr>
          <w:p w14:paraId="52E24CC5" w14:textId="77777777" w:rsidR="00064AD7" w:rsidRPr="001A6C49" w:rsidRDefault="00064AD7"/>
        </w:tc>
        <w:tc>
          <w:tcPr>
            <w:tcW w:w="2410" w:type="dxa"/>
          </w:tcPr>
          <w:p w14:paraId="4EA803CC" w14:textId="77777777" w:rsidR="00064AD7" w:rsidRPr="001A6C49" w:rsidRDefault="00064AD7"/>
        </w:tc>
        <w:tc>
          <w:tcPr>
            <w:tcW w:w="709" w:type="dxa"/>
          </w:tcPr>
          <w:p w14:paraId="1EA687F9" w14:textId="77777777" w:rsidR="00064AD7" w:rsidRPr="001A6C49" w:rsidRDefault="00064AD7"/>
        </w:tc>
        <w:tc>
          <w:tcPr>
            <w:tcW w:w="1984" w:type="dxa"/>
          </w:tcPr>
          <w:p w14:paraId="75BB0D48" w14:textId="77777777" w:rsidR="00064AD7" w:rsidRPr="001A6C49" w:rsidRDefault="00064AD7"/>
        </w:tc>
        <w:tc>
          <w:tcPr>
            <w:tcW w:w="1559" w:type="dxa"/>
          </w:tcPr>
          <w:p w14:paraId="23F97B58" w14:textId="77777777" w:rsidR="00064AD7" w:rsidRPr="001A6C49" w:rsidRDefault="00064AD7"/>
        </w:tc>
        <w:tc>
          <w:tcPr>
            <w:tcW w:w="983" w:type="dxa"/>
          </w:tcPr>
          <w:p w14:paraId="34FD9FEF" w14:textId="77777777" w:rsidR="00064AD7" w:rsidRPr="001A6C49" w:rsidRDefault="00064AD7"/>
        </w:tc>
        <w:tc>
          <w:tcPr>
            <w:tcW w:w="1131" w:type="dxa"/>
          </w:tcPr>
          <w:p w14:paraId="00ED59D0" w14:textId="77777777" w:rsidR="00064AD7" w:rsidRPr="001A6C49" w:rsidRDefault="00064AD7"/>
        </w:tc>
        <w:tc>
          <w:tcPr>
            <w:tcW w:w="1548" w:type="dxa"/>
          </w:tcPr>
          <w:p w14:paraId="2C9B26B4" w14:textId="77777777" w:rsidR="00064AD7" w:rsidRPr="001A6C49" w:rsidRDefault="00064AD7"/>
        </w:tc>
        <w:tc>
          <w:tcPr>
            <w:tcW w:w="1588" w:type="dxa"/>
          </w:tcPr>
          <w:p w14:paraId="57288C53" w14:textId="77777777" w:rsidR="00064AD7" w:rsidRPr="001A6C49" w:rsidRDefault="00064AD7"/>
        </w:tc>
        <w:tc>
          <w:tcPr>
            <w:tcW w:w="1554" w:type="dxa"/>
          </w:tcPr>
          <w:p w14:paraId="499C35B0" w14:textId="77777777" w:rsidR="00064AD7" w:rsidRPr="001A6C49" w:rsidRDefault="00064AD7"/>
        </w:tc>
      </w:tr>
      <w:tr w:rsidR="00064AD7" w:rsidRPr="001A6C49" w14:paraId="37F162B8" w14:textId="77777777" w:rsidTr="005A2BAA">
        <w:tc>
          <w:tcPr>
            <w:tcW w:w="993" w:type="dxa"/>
          </w:tcPr>
          <w:p w14:paraId="769DFF54" w14:textId="77777777" w:rsidR="00064AD7" w:rsidRPr="001A6C49" w:rsidRDefault="00064AD7"/>
          <w:p w14:paraId="265940FD" w14:textId="77777777" w:rsidR="00064AD7" w:rsidRPr="001A6C49" w:rsidRDefault="00064AD7"/>
        </w:tc>
        <w:tc>
          <w:tcPr>
            <w:tcW w:w="992" w:type="dxa"/>
          </w:tcPr>
          <w:p w14:paraId="491EECF9" w14:textId="77777777" w:rsidR="00064AD7" w:rsidRPr="001A6C49" w:rsidRDefault="00064AD7"/>
        </w:tc>
        <w:tc>
          <w:tcPr>
            <w:tcW w:w="2410" w:type="dxa"/>
          </w:tcPr>
          <w:p w14:paraId="4275D5BD" w14:textId="77777777" w:rsidR="00064AD7" w:rsidRPr="001A6C49" w:rsidRDefault="00064AD7"/>
        </w:tc>
        <w:tc>
          <w:tcPr>
            <w:tcW w:w="709" w:type="dxa"/>
          </w:tcPr>
          <w:p w14:paraId="3D957FDD" w14:textId="77777777" w:rsidR="00064AD7" w:rsidRPr="001A6C49" w:rsidRDefault="00064AD7"/>
        </w:tc>
        <w:tc>
          <w:tcPr>
            <w:tcW w:w="1984" w:type="dxa"/>
          </w:tcPr>
          <w:p w14:paraId="2B5710B6" w14:textId="77777777" w:rsidR="00064AD7" w:rsidRPr="001A6C49" w:rsidRDefault="00064AD7"/>
        </w:tc>
        <w:tc>
          <w:tcPr>
            <w:tcW w:w="1559" w:type="dxa"/>
          </w:tcPr>
          <w:p w14:paraId="4628DE46" w14:textId="77777777" w:rsidR="00064AD7" w:rsidRPr="001A6C49" w:rsidRDefault="00064AD7"/>
        </w:tc>
        <w:tc>
          <w:tcPr>
            <w:tcW w:w="983" w:type="dxa"/>
          </w:tcPr>
          <w:p w14:paraId="28E3FA33" w14:textId="77777777" w:rsidR="00064AD7" w:rsidRPr="001A6C49" w:rsidRDefault="00064AD7"/>
        </w:tc>
        <w:tc>
          <w:tcPr>
            <w:tcW w:w="1131" w:type="dxa"/>
          </w:tcPr>
          <w:p w14:paraId="4D02370A" w14:textId="77777777" w:rsidR="00064AD7" w:rsidRPr="001A6C49" w:rsidRDefault="00064AD7"/>
        </w:tc>
        <w:tc>
          <w:tcPr>
            <w:tcW w:w="1548" w:type="dxa"/>
          </w:tcPr>
          <w:p w14:paraId="69066388" w14:textId="77777777" w:rsidR="00064AD7" w:rsidRPr="001A6C49" w:rsidRDefault="00064AD7"/>
        </w:tc>
        <w:tc>
          <w:tcPr>
            <w:tcW w:w="1588" w:type="dxa"/>
          </w:tcPr>
          <w:p w14:paraId="35253DA3" w14:textId="77777777" w:rsidR="00064AD7" w:rsidRPr="001A6C49" w:rsidRDefault="00064AD7"/>
        </w:tc>
        <w:tc>
          <w:tcPr>
            <w:tcW w:w="1554" w:type="dxa"/>
          </w:tcPr>
          <w:p w14:paraId="70BA58E6" w14:textId="77777777" w:rsidR="00064AD7" w:rsidRPr="001A6C49" w:rsidRDefault="00064AD7"/>
        </w:tc>
      </w:tr>
      <w:tr w:rsidR="00064AD7" w:rsidRPr="001A6C49" w14:paraId="57CB82AC" w14:textId="77777777" w:rsidTr="005A2BAA">
        <w:tc>
          <w:tcPr>
            <w:tcW w:w="993" w:type="dxa"/>
          </w:tcPr>
          <w:p w14:paraId="42650DBA" w14:textId="77777777" w:rsidR="00064AD7" w:rsidRPr="001A6C49" w:rsidRDefault="00064AD7"/>
          <w:p w14:paraId="39CC6D17" w14:textId="77777777" w:rsidR="00064AD7" w:rsidRPr="001A6C49" w:rsidRDefault="00064AD7"/>
        </w:tc>
        <w:tc>
          <w:tcPr>
            <w:tcW w:w="992" w:type="dxa"/>
          </w:tcPr>
          <w:p w14:paraId="7281E0FF" w14:textId="77777777" w:rsidR="00064AD7" w:rsidRPr="001A6C49" w:rsidRDefault="00064AD7"/>
        </w:tc>
        <w:tc>
          <w:tcPr>
            <w:tcW w:w="2410" w:type="dxa"/>
          </w:tcPr>
          <w:p w14:paraId="7BA18813" w14:textId="77777777" w:rsidR="00064AD7" w:rsidRPr="001A6C49" w:rsidRDefault="00064AD7"/>
        </w:tc>
        <w:tc>
          <w:tcPr>
            <w:tcW w:w="709" w:type="dxa"/>
          </w:tcPr>
          <w:p w14:paraId="7EEE4167" w14:textId="77777777" w:rsidR="00064AD7" w:rsidRPr="001A6C49" w:rsidRDefault="00064AD7"/>
        </w:tc>
        <w:tc>
          <w:tcPr>
            <w:tcW w:w="1984" w:type="dxa"/>
          </w:tcPr>
          <w:p w14:paraId="154FFA0A" w14:textId="77777777" w:rsidR="00064AD7" w:rsidRPr="001A6C49" w:rsidRDefault="00064AD7"/>
        </w:tc>
        <w:tc>
          <w:tcPr>
            <w:tcW w:w="1559" w:type="dxa"/>
          </w:tcPr>
          <w:p w14:paraId="38382195" w14:textId="77777777" w:rsidR="00064AD7" w:rsidRPr="001A6C49" w:rsidRDefault="00064AD7"/>
        </w:tc>
        <w:tc>
          <w:tcPr>
            <w:tcW w:w="983" w:type="dxa"/>
          </w:tcPr>
          <w:p w14:paraId="5C6D23B3" w14:textId="77777777" w:rsidR="00064AD7" w:rsidRPr="001A6C49" w:rsidRDefault="00064AD7"/>
        </w:tc>
        <w:tc>
          <w:tcPr>
            <w:tcW w:w="1131" w:type="dxa"/>
          </w:tcPr>
          <w:p w14:paraId="61FF6A4F" w14:textId="77777777" w:rsidR="00064AD7" w:rsidRPr="001A6C49" w:rsidRDefault="00064AD7"/>
        </w:tc>
        <w:tc>
          <w:tcPr>
            <w:tcW w:w="1548" w:type="dxa"/>
          </w:tcPr>
          <w:p w14:paraId="1E9E4233" w14:textId="77777777" w:rsidR="00064AD7" w:rsidRPr="001A6C49" w:rsidRDefault="00064AD7"/>
        </w:tc>
        <w:tc>
          <w:tcPr>
            <w:tcW w:w="1588" w:type="dxa"/>
          </w:tcPr>
          <w:p w14:paraId="385E6EC7" w14:textId="77777777" w:rsidR="00064AD7" w:rsidRPr="001A6C49" w:rsidRDefault="00064AD7"/>
        </w:tc>
        <w:tc>
          <w:tcPr>
            <w:tcW w:w="1554" w:type="dxa"/>
          </w:tcPr>
          <w:p w14:paraId="19CC9060" w14:textId="77777777" w:rsidR="00064AD7" w:rsidRPr="001A6C49" w:rsidRDefault="00064AD7"/>
        </w:tc>
      </w:tr>
      <w:tr w:rsidR="00064AD7" w:rsidRPr="001A6C49" w14:paraId="3C7027AA" w14:textId="77777777" w:rsidTr="005A2BAA">
        <w:tc>
          <w:tcPr>
            <w:tcW w:w="993" w:type="dxa"/>
          </w:tcPr>
          <w:p w14:paraId="3560EB7C" w14:textId="77777777" w:rsidR="00064AD7" w:rsidRPr="001A6C49" w:rsidRDefault="00064AD7"/>
          <w:p w14:paraId="6236B635" w14:textId="77777777" w:rsidR="00064AD7" w:rsidRPr="001A6C49" w:rsidRDefault="00064AD7"/>
        </w:tc>
        <w:tc>
          <w:tcPr>
            <w:tcW w:w="992" w:type="dxa"/>
          </w:tcPr>
          <w:p w14:paraId="67F8F800" w14:textId="77777777" w:rsidR="00064AD7" w:rsidRPr="001A6C49" w:rsidRDefault="00064AD7"/>
        </w:tc>
        <w:tc>
          <w:tcPr>
            <w:tcW w:w="2410" w:type="dxa"/>
          </w:tcPr>
          <w:p w14:paraId="554F15A7" w14:textId="77777777" w:rsidR="00064AD7" w:rsidRPr="001A6C49" w:rsidRDefault="00064AD7"/>
        </w:tc>
        <w:tc>
          <w:tcPr>
            <w:tcW w:w="709" w:type="dxa"/>
          </w:tcPr>
          <w:p w14:paraId="55FE98F5" w14:textId="77777777" w:rsidR="00064AD7" w:rsidRPr="001A6C49" w:rsidRDefault="00064AD7"/>
        </w:tc>
        <w:tc>
          <w:tcPr>
            <w:tcW w:w="1984" w:type="dxa"/>
          </w:tcPr>
          <w:p w14:paraId="233EE16C" w14:textId="77777777" w:rsidR="00064AD7" w:rsidRPr="001A6C49" w:rsidRDefault="00064AD7"/>
        </w:tc>
        <w:tc>
          <w:tcPr>
            <w:tcW w:w="1559" w:type="dxa"/>
          </w:tcPr>
          <w:p w14:paraId="3E5AADB9" w14:textId="77777777" w:rsidR="00064AD7" w:rsidRPr="001A6C49" w:rsidRDefault="00064AD7"/>
        </w:tc>
        <w:tc>
          <w:tcPr>
            <w:tcW w:w="983" w:type="dxa"/>
          </w:tcPr>
          <w:p w14:paraId="37C7629B" w14:textId="77777777" w:rsidR="00064AD7" w:rsidRPr="001A6C49" w:rsidRDefault="00064AD7"/>
        </w:tc>
        <w:tc>
          <w:tcPr>
            <w:tcW w:w="1131" w:type="dxa"/>
          </w:tcPr>
          <w:p w14:paraId="771EAA53" w14:textId="77777777" w:rsidR="00064AD7" w:rsidRPr="001A6C49" w:rsidRDefault="00064AD7"/>
        </w:tc>
        <w:tc>
          <w:tcPr>
            <w:tcW w:w="1548" w:type="dxa"/>
          </w:tcPr>
          <w:p w14:paraId="6E792012" w14:textId="77777777" w:rsidR="00064AD7" w:rsidRPr="001A6C49" w:rsidRDefault="00064AD7"/>
        </w:tc>
        <w:tc>
          <w:tcPr>
            <w:tcW w:w="1588" w:type="dxa"/>
          </w:tcPr>
          <w:p w14:paraId="37D03E5D" w14:textId="77777777" w:rsidR="00064AD7" w:rsidRPr="001A6C49" w:rsidRDefault="00064AD7"/>
        </w:tc>
        <w:tc>
          <w:tcPr>
            <w:tcW w:w="1554" w:type="dxa"/>
          </w:tcPr>
          <w:p w14:paraId="4AF537F2" w14:textId="77777777" w:rsidR="00064AD7" w:rsidRPr="001A6C49" w:rsidRDefault="00064AD7"/>
        </w:tc>
      </w:tr>
      <w:tr w:rsidR="00064AD7" w:rsidRPr="001A6C49" w14:paraId="5D98F3D9" w14:textId="77777777" w:rsidTr="005A2BAA">
        <w:tc>
          <w:tcPr>
            <w:tcW w:w="993" w:type="dxa"/>
          </w:tcPr>
          <w:p w14:paraId="35AE7C0D" w14:textId="77777777" w:rsidR="00064AD7" w:rsidRPr="001A6C49" w:rsidRDefault="00064AD7"/>
          <w:p w14:paraId="01D9C9A8" w14:textId="77777777" w:rsidR="00064AD7" w:rsidRPr="001A6C49" w:rsidRDefault="00064AD7"/>
        </w:tc>
        <w:tc>
          <w:tcPr>
            <w:tcW w:w="992" w:type="dxa"/>
          </w:tcPr>
          <w:p w14:paraId="1B19D7B9" w14:textId="77777777" w:rsidR="00064AD7" w:rsidRPr="001A6C49" w:rsidRDefault="00064AD7"/>
        </w:tc>
        <w:tc>
          <w:tcPr>
            <w:tcW w:w="2410" w:type="dxa"/>
          </w:tcPr>
          <w:p w14:paraId="497595B2" w14:textId="77777777" w:rsidR="00064AD7" w:rsidRPr="001A6C49" w:rsidRDefault="00064AD7"/>
        </w:tc>
        <w:tc>
          <w:tcPr>
            <w:tcW w:w="709" w:type="dxa"/>
          </w:tcPr>
          <w:p w14:paraId="3EFCB511" w14:textId="77777777" w:rsidR="00064AD7" w:rsidRPr="001A6C49" w:rsidRDefault="00064AD7"/>
        </w:tc>
        <w:tc>
          <w:tcPr>
            <w:tcW w:w="1984" w:type="dxa"/>
          </w:tcPr>
          <w:p w14:paraId="7FBB1A20" w14:textId="77777777" w:rsidR="00064AD7" w:rsidRPr="001A6C49" w:rsidRDefault="00064AD7"/>
        </w:tc>
        <w:tc>
          <w:tcPr>
            <w:tcW w:w="1559" w:type="dxa"/>
          </w:tcPr>
          <w:p w14:paraId="47E62C5E" w14:textId="77777777" w:rsidR="00064AD7" w:rsidRPr="001A6C49" w:rsidRDefault="00064AD7"/>
        </w:tc>
        <w:tc>
          <w:tcPr>
            <w:tcW w:w="983" w:type="dxa"/>
          </w:tcPr>
          <w:p w14:paraId="6440FDF8" w14:textId="77777777" w:rsidR="00064AD7" w:rsidRPr="001A6C49" w:rsidRDefault="00064AD7"/>
        </w:tc>
        <w:tc>
          <w:tcPr>
            <w:tcW w:w="1131" w:type="dxa"/>
          </w:tcPr>
          <w:p w14:paraId="2C5BFB8C" w14:textId="77777777" w:rsidR="00064AD7" w:rsidRPr="001A6C49" w:rsidRDefault="00064AD7"/>
        </w:tc>
        <w:tc>
          <w:tcPr>
            <w:tcW w:w="1548" w:type="dxa"/>
          </w:tcPr>
          <w:p w14:paraId="5FCDE547" w14:textId="77777777" w:rsidR="00064AD7" w:rsidRPr="001A6C49" w:rsidRDefault="00064AD7"/>
        </w:tc>
        <w:tc>
          <w:tcPr>
            <w:tcW w:w="1588" w:type="dxa"/>
          </w:tcPr>
          <w:p w14:paraId="78E1B034" w14:textId="77777777" w:rsidR="00064AD7" w:rsidRPr="001A6C49" w:rsidRDefault="00064AD7"/>
        </w:tc>
        <w:tc>
          <w:tcPr>
            <w:tcW w:w="1554" w:type="dxa"/>
          </w:tcPr>
          <w:p w14:paraId="0531ABD0" w14:textId="77777777" w:rsidR="00064AD7" w:rsidRPr="001A6C49" w:rsidRDefault="00064AD7"/>
        </w:tc>
      </w:tr>
      <w:tr w:rsidR="007C30AC" w:rsidRPr="001A6C49" w14:paraId="50E21DC2" w14:textId="77777777" w:rsidTr="005A2BAA">
        <w:tc>
          <w:tcPr>
            <w:tcW w:w="993" w:type="dxa"/>
          </w:tcPr>
          <w:p w14:paraId="4FCFA8E4" w14:textId="77777777" w:rsidR="007C30AC" w:rsidRPr="001A6C49" w:rsidRDefault="007C30AC"/>
        </w:tc>
        <w:tc>
          <w:tcPr>
            <w:tcW w:w="992" w:type="dxa"/>
          </w:tcPr>
          <w:p w14:paraId="6C8F2398" w14:textId="77777777" w:rsidR="007C30AC" w:rsidRPr="001A6C49" w:rsidRDefault="007C30AC"/>
        </w:tc>
        <w:tc>
          <w:tcPr>
            <w:tcW w:w="2410" w:type="dxa"/>
            <w:shd w:val="clear" w:color="auto" w:fill="BFBFBF" w:themeFill="background1" w:themeFillShade="BF"/>
          </w:tcPr>
          <w:p w14:paraId="4A556638" w14:textId="77777777" w:rsidR="007C30AC" w:rsidRPr="001A6C49" w:rsidRDefault="007C30AC"/>
          <w:p w14:paraId="493F50AE" w14:textId="77777777" w:rsidR="007C30AC" w:rsidRPr="001A6C49" w:rsidRDefault="007C30AC">
            <w:r w:rsidRPr="001A6C49">
              <w:t>TOTALS:</w:t>
            </w:r>
          </w:p>
          <w:p w14:paraId="1D06F0FD" w14:textId="77777777" w:rsidR="007C30AC" w:rsidRPr="001A6C49" w:rsidRDefault="007C30AC"/>
        </w:tc>
        <w:tc>
          <w:tcPr>
            <w:tcW w:w="709" w:type="dxa"/>
          </w:tcPr>
          <w:p w14:paraId="2E57E238" w14:textId="77777777" w:rsidR="007C30AC" w:rsidRPr="001A6C49" w:rsidRDefault="007C30AC"/>
        </w:tc>
        <w:tc>
          <w:tcPr>
            <w:tcW w:w="1984" w:type="dxa"/>
          </w:tcPr>
          <w:p w14:paraId="7C8E3CAE" w14:textId="77777777" w:rsidR="007C30AC" w:rsidRPr="001A6C49" w:rsidRDefault="007C30AC"/>
        </w:tc>
        <w:tc>
          <w:tcPr>
            <w:tcW w:w="1559" w:type="dxa"/>
          </w:tcPr>
          <w:p w14:paraId="77BAE435" w14:textId="77777777" w:rsidR="007C30AC" w:rsidRPr="001A6C49" w:rsidRDefault="007C30AC"/>
        </w:tc>
        <w:tc>
          <w:tcPr>
            <w:tcW w:w="983" w:type="dxa"/>
          </w:tcPr>
          <w:p w14:paraId="57D1AEFA" w14:textId="77777777" w:rsidR="007C30AC" w:rsidRPr="001A6C49" w:rsidRDefault="007C30AC"/>
        </w:tc>
        <w:tc>
          <w:tcPr>
            <w:tcW w:w="1131" w:type="dxa"/>
          </w:tcPr>
          <w:p w14:paraId="2232920D" w14:textId="77777777" w:rsidR="007C30AC" w:rsidRPr="001A6C49" w:rsidRDefault="007C30AC"/>
        </w:tc>
        <w:tc>
          <w:tcPr>
            <w:tcW w:w="1548" w:type="dxa"/>
          </w:tcPr>
          <w:p w14:paraId="0919BF6A" w14:textId="77777777" w:rsidR="007C30AC" w:rsidRPr="001A6C49" w:rsidRDefault="007C30AC"/>
        </w:tc>
        <w:tc>
          <w:tcPr>
            <w:tcW w:w="1588" w:type="dxa"/>
          </w:tcPr>
          <w:p w14:paraId="3BD0EBF2" w14:textId="77777777" w:rsidR="007C30AC" w:rsidRPr="001A6C49" w:rsidRDefault="007C30AC"/>
        </w:tc>
        <w:tc>
          <w:tcPr>
            <w:tcW w:w="1554" w:type="dxa"/>
          </w:tcPr>
          <w:p w14:paraId="58F883B8" w14:textId="77777777" w:rsidR="007C30AC" w:rsidRPr="001A6C49" w:rsidRDefault="007C30AC"/>
        </w:tc>
      </w:tr>
    </w:tbl>
    <w:p w14:paraId="0D9C753E" w14:textId="77777777" w:rsidR="00064AD7" w:rsidRPr="001A6C49" w:rsidRDefault="00064AD7"/>
    <w:p w14:paraId="464A963A" w14:textId="77777777" w:rsidR="007C30AC" w:rsidRPr="001A6C49" w:rsidRDefault="007C30AC" w:rsidP="00C44E0D">
      <w:pPr>
        <w:pStyle w:val="ListParagraph"/>
        <w:numPr>
          <w:ilvl w:val="0"/>
          <w:numId w:val="1"/>
        </w:numPr>
      </w:pPr>
      <w:r w:rsidRPr="001A6C49">
        <w:t xml:space="preserve">Please return all expenses forms and </w:t>
      </w:r>
      <w:r w:rsidR="00C44E0D" w:rsidRPr="001A6C49">
        <w:t>the corresponding copied receipts by the close of business on Monday.</w:t>
      </w:r>
    </w:p>
    <w:p w14:paraId="36720C95" w14:textId="77777777" w:rsidR="00C44E0D" w:rsidRPr="001A6C49" w:rsidRDefault="00C44E0D" w:rsidP="00C44E0D">
      <w:pPr>
        <w:pStyle w:val="ListParagraph"/>
        <w:numPr>
          <w:ilvl w:val="0"/>
          <w:numId w:val="1"/>
        </w:numPr>
      </w:pPr>
      <w:r w:rsidRPr="001A6C49">
        <w:t xml:space="preserve">You are required to keep your original receipts for your own records. </w:t>
      </w:r>
    </w:p>
    <w:p w14:paraId="50597DFB" w14:textId="77777777" w:rsidR="00F46B18" w:rsidRPr="001A6C49" w:rsidRDefault="00F46B18" w:rsidP="00C44E0D">
      <w:pPr>
        <w:pStyle w:val="ListParagraph"/>
        <w:numPr>
          <w:ilvl w:val="0"/>
          <w:numId w:val="1"/>
        </w:numPr>
      </w:pPr>
      <w:r w:rsidRPr="001A6C49">
        <w:t>If you spend over 5 hours away from home you can claim £5 per day for food, if you are away from home for over 10 hours you can claim £10 (£8 between 6-10 hours).</w:t>
      </w:r>
    </w:p>
    <w:p w14:paraId="1442D576" w14:textId="6FA3E95C" w:rsidR="00C44E0D" w:rsidRPr="001A6C49" w:rsidRDefault="00787FC5" w:rsidP="00C44E0D">
      <w:pPr>
        <w:pStyle w:val="ListParagraph"/>
        <w:numPr>
          <w:ilvl w:val="0"/>
          <w:numId w:val="1"/>
        </w:numPr>
      </w:pPr>
      <w:r>
        <w:t xml:space="preserve">For help and guidance on </w:t>
      </w:r>
      <w:r w:rsidR="00C44E0D" w:rsidRPr="001A6C49">
        <w:t xml:space="preserve">what you can claim, please call our team on 01525 712230 or </w:t>
      </w:r>
    </w:p>
    <w:p w14:paraId="6303CA16" w14:textId="4D421C4A" w:rsidR="00C44E0D" w:rsidRPr="001A6C49" w:rsidRDefault="00C44E0D" w:rsidP="00C44E0D">
      <w:pPr>
        <w:pStyle w:val="ListParagraph"/>
      </w:pPr>
      <w:proofErr w:type="gramStart"/>
      <w:r w:rsidRPr="001A6C49">
        <w:t>visit</w:t>
      </w:r>
      <w:proofErr w:type="gramEnd"/>
      <w:r w:rsidRPr="001A6C49">
        <w:t xml:space="preserve"> the website: </w:t>
      </w:r>
      <w:hyperlink r:id="rId7" w:history="1">
        <w:r w:rsidRPr="001A6C49">
          <w:rPr>
            <w:rStyle w:val="Hyperlink"/>
          </w:rPr>
          <w:t>www.your-pay.co.uk</w:t>
        </w:r>
      </w:hyperlink>
      <w:r w:rsidRPr="001A6C49">
        <w:t xml:space="preserve"> </w:t>
      </w:r>
      <w:r w:rsidR="005A2BAA">
        <w:t xml:space="preserve">. Multiple forms </w:t>
      </w:r>
      <w:r w:rsidR="00E50EE6">
        <w:t>can be used each week.</w:t>
      </w:r>
    </w:p>
    <w:sectPr w:rsidR="00C44E0D" w:rsidRPr="001A6C49" w:rsidSect="00C44E0D">
      <w:pgSz w:w="16840" w:h="11900" w:orient="landscape"/>
      <w:pgMar w:top="284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3607E3"/>
    <w:multiLevelType w:val="hybridMultilevel"/>
    <w:tmpl w:val="908AA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AD7"/>
    <w:rsid w:val="00064AD7"/>
    <w:rsid w:val="001A6C49"/>
    <w:rsid w:val="004D0BDA"/>
    <w:rsid w:val="00532A9C"/>
    <w:rsid w:val="00556E4C"/>
    <w:rsid w:val="005A2BAA"/>
    <w:rsid w:val="00754CFA"/>
    <w:rsid w:val="00787FC5"/>
    <w:rsid w:val="007A2F8C"/>
    <w:rsid w:val="007C30AC"/>
    <w:rsid w:val="00C44E0D"/>
    <w:rsid w:val="00E50EE6"/>
    <w:rsid w:val="00F31221"/>
    <w:rsid w:val="00F46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6A1F2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4A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44E0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44E0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2A9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A9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4A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44E0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44E0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2A9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A9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hyperlink" Target="http://www.your-pay.co.uk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161</Words>
  <Characters>920</Characters>
  <Application>Microsoft Macintosh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</dc:creator>
  <cp:keywords/>
  <dc:description/>
  <cp:lastModifiedBy>Ben</cp:lastModifiedBy>
  <cp:revision>4</cp:revision>
  <cp:lastPrinted>2015-03-16T15:38:00Z</cp:lastPrinted>
  <dcterms:created xsi:type="dcterms:W3CDTF">2015-03-16T15:38:00Z</dcterms:created>
  <dcterms:modified xsi:type="dcterms:W3CDTF">2015-03-17T10:18:00Z</dcterms:modified>
</cp:coreProperties>
</file>